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46FC" w14:textId="77777777"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  <w:bookmarkStart w:id="0" w:name="_Hlk7679080"/>
    </w:p>
    <w:p w14:paraId="6DDD2AA1" w14:textId="77777777"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14:paraId="58B950B5" w14:textId="77777777"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14:paraId="585A1116" w14:textId="77777777"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14:paraId="124E50F6" w14:textId="77777777" w:rsidR="00BA4CC2" w:rsidRPr="00A5782C" w:rsidRDefault="00BA4CC2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14:paraId="6184AA48" w14:textId="77777777" w:rsidR="00BA4CC2" w:rsidRPr="00023304" w:rsidRDefault="00BA4CC2" w:rsidP="00126262">
      <w:pPr>
        <w:spacing w:line="240" w:lineRule="atLeast"/>
        <w:rPr>
          <w:rFonts w:cs="Times New Roman"/>
          <w:sz w:val="40"/>
          <w:szCs w:val="40"/>
          <w:lang w:val="en-US"/>
        </w:rPr>
      </w:pPr>
    </w:p>
    <w:p w14:paraId="39857FD9" w14:textId="77777777" w:rsidR="00A84C94" w:rsidRPr="00FB4D7B" w:rsidRDefault="00A84C94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14:paraId="51866CB1" w14:textId="77777777"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14:paraId="2D04995E" w14:textId="77777777" w:rsidR="00A84C94" w:rsidRPr="000108E7" w:rsidRDefault="00A84C94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14:paraId="247C8789" w14:textId="77777777"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bookmarkEnd w:id="0"/>
    <w:p w14:paraId="58686B2F" w14:textId="77777777"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14:paraId="38E4D0CD" w14:textId="77777777"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 xml:space="preserve">and its </w:t>
      </w:r>
      <w:r>
        <w:rPr>
          <w:rFonts w:cs="Times New Roman"/>
          <w:b/>
          <w:bCs/>
          <w:sz w:val="40"/>
          <w:szCs w:val="40"/>
        </w:rPr>
        <w:t>Subsidiary</w:t>
      </w:r>
    </w:p>
    <w:p w14:paraId="3D2B2370" w14:textId="77777777"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14:paraId="3AFB46CC" w14:textId="77777777" w:rsidR="00C3587A" w:rsidRPr="000C3735" w:rsidRDefault="00C567AE" w:rsidP="00C3587A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1" w:name="Date"/>
      <w:bookmarkEnd w:id="1"/>
      <w:r>
        <w:rPr>
          <w:rFonts w:cs="Times New Roman"/>
          <w:spacing w:val="-3"/>
          <w:sz w:val="36"/>
          <w:szCs w:val="36"/>
        </w:rPr>
        <w:t>Condensed i</w:t>
      </w:r>
      <w:r w:rsidR="00C3587A" w:rsidRPr="000C3735">
        <w:rPr>
          <w:rFonts w:cs="Times New Roman"/>
          <w:spacing w:val="-3"/>
          <w:sz w:val="36"/>
          <w:szCs w:val="36"/>
        </w:rPr>
        <w:t>nterim financial statements</w:t>
      </w:r>
    </w:p>
    <w:p w14:paraId="54D7C20C" w14:textId="77777777" w:rsidR="00FF06C6" w:rsidRPr="000C3735" w:rsidRDefault="00FF06C6" w:rsidP="00FF06C6">
      <w:pPr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 xml:space="preserve">for the </w:t>
      </w:r>
      <w:r>
        <w:rPr>
          <w:rFonts w:cs="Times New Roman"/>
          <w:sz w:val="36"/>
          <w:szCs w:val="36"/>
        </w:rPr>
        <w:t xml:space="preserve">three-month and </w:t>
      </w:r>
      <w:r w:rsidRPr="00834383">
        <w:rPr>
          <w:rFonts w:cs="Cordia New"/>
          <w:sz w:val="36"/>
          <w:szCs w:val="45"/>
          <w:lang w:val="en-US" w:bidi="th-TH"/>
        </w:rPr>
        <w:t>six</w:t>
      </w:r>
      <w:r w:rsidRPr="000C3735">
        <w:rPr>
          <w:rFonts w:cs="Times New Roman"/>
          <w:sz w:val="36"/>
          <w:szCs w:val="36"/>
        </w:rPr>
        <w:t>-month period</w:t>
      </w:r>
      <w:r>
        <w:rPr>
          <w:rFonts w:cs="Times New Roman"/>
          <w:sz w:val="36"/>
          <w:szCs w:val="36"/>
        </w:rPr>
        <w:t>s</w:t>
      </w:r>
      <w:r w:rsidRPr="000C3735">
        <w:rPr>
          <w:rFonts w:cs="Times New Roman"/>
          <w:sz w:val="36"/>
          <w:szCs w:val="36"/>
        </w:rPr>
        <w:t xml:space="preserve"> ended</w:t>
      </w:r>
    </w:p>
    <w:p w14:paraId="743C1A34" w14:textId="77777777" w:rsidR="00C3587A" w:rsidRPr="00747888" w:rsidRDefault="00FF06C6" w:rsidP="00FF06C6">
      <w:pPr>
        <w:shd w:val="clear" w:color="auto" w:fill="FFFFFF"/>
        <w:spacing w:line="240" w:lineRule="atLeast"/>
        <w:jc w:val="center"/>
        <w:rPr>
          <w:sz w:val="36"/>
          <w:szCs w:val="45"/>
          <w:lang w:val="en-US" w:bidi="th-TH"/>
        </w:rPr>
      </w:pPr>
      <w:r>
        <w:rPr>
          <w:rFonts w:cs="Times New Roman"/>
          <w:sz w:val="36"/>
          <w:szCs w:val="36"/>
        </w:rPr>
        <w:t xml:space="preserve">30 June </w:t>
      </w:r>
      <w:r w:rsidR="00C3587A" w:rsidRPr="000C3735">
        <w:rPr>
          <w:rFonts w:cs="Times New Roman"/>
          <w:sz w:val="36"/>
          <w:szCs w:val="36"/>
        </w:rPr>
        <w:t>20</w:t>
      </w:r>
      <w:r w:rsidR="00C3587A">
        <w:rPr>
          <w:rFonts w:cs="Times New Roman"/>
          <w:sz w:val="36"/>
          <w:szCs w:val="36"/>
        </w:rPr>
        <w:t>20</w:t>
      </w:r>
    </w:p>
    <w:p w14:paraId="40C6208C" w14:textId="77777777" w:rsidR="00C3587A" w:rsidRPr="000C3735" w:rsidRDefault="00C3587A" w:rsidP="00C3587A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and</w:t>
      </w:r>
    </w:p>
    <w:p w14:paraId="0BDB64D1" w14:textId="77777777" w:rsidR="002E07AF" w:rsidRPr="000C3735" w:rsidRDefault="00C3587A" w:rsidP="00C3587A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 xml:space="preserve">Independent auditor’s </w:t>
      </w:r>
      <w:r w:rsidR="00C567AE">
        <w:rPr>
          <w:rFonts w:cs="Times New Roman"/>
          <w:spacing w:val="-3"/>
          <w:sz w:val="36"/>
          <w:szCs w:val="36"/>
        </w:rPr>
        <w:t xml:space="preserve">review </w:t>
      </w:r>
      <w:r>
        <w:rPr>
          <w:rFonts w:cs="Times New Roman"/>
          <w:spacing w:val="-3"/>
          <w:sz w:val="36"/>
          <w:szCs w:val="36"/>
        </w:rPr>
        <w:t>report</w:t>
      </w:r>
    </w:p>
    <w:p w14:paraId="7AB7641D" w14:textId="77777777"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6888A398" w14:textId="77777777"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5CF8F02F" w14:textId="77777777"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55231F7A" w14:textId="77777777"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3F7B7472" w14:textId="77777777"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14:paraId="7E2F0D2E" w14:textId="77777777" w:rsidR="00447DF4" w:rsidRPr="00137AA8" w:rsidRDefault="00447DF4" w:rsidP="00447DF4">
      <w:pPr>
        <w:rPr>
          <w:sz w:val="28"/>
          <w:szCs w:val="28"/>
        </w:rPr>
      </w:pPr>
    </w:p>
    <w:p w14:paraId="6E19A0C2" w14:textId="77777777" w:rsidR="00137AA8" w:rsidRDefault="00137AA8" w:rsidP="00447DF4">
      <w:pPr>
        <w:ind w:right="-450"/>
        <w:rPr>
          <w:sz w:val="28"/>
          <w:szCs w:val="28"/>
        </w:rPr>
      </w:pPr>
    </w:p>
    <w:p w14:paraId="683926D7" w14:textId="77777777" w:rsidR="00137AA8" w:rsidRDefault="00137AA8" w:rsidP="00447DF4">
      <w:pPr>
        <w:ind w:right="-450"/>
        <w:rPr>
          <w:sz w:val="28"/>
          <w:szCs w:val="28"/>
        </w:rPr>
      </w:pPr>
    </w:p>
    <w:p w14:paraId="7393E363" w14:textId="77777777" w:rsidR="00137AA8" w:rsidRDefault="00137AA8" w:rsidP="00447DF4">
      <w:pPr>
        <w:ind w:right="-450"/>
        <w:rPr>
          <w:sz w:val="28"/>
          <w:szCs w:val="28"/>
        </w:rPr>
      </w:pPr>
    </w:p>
    <w:p w14:paraId="0B8752A4" w14:textId="77777777" w:rsidR="00137AA8" w:rsidRDefault="00137AA8" w:rsidP="00447DF4">
      <w:pPr>
        <w:ind w:right="-450"/>
        <w:rPr>
          <w:sz w:val="28"/>
          <w:szCs w:val="28"/>
        </w:rPr>
      </w:pPr>
    </w:p>
    <w:p w14:paraId="617A12DA" w14:textId="77777777" w:rsidR="00137AA8" w:rsidRDefault="00137AA8" w:rsidP="00447DF4">
      <w:pPr>
        <w:ind w:right="-450"/>
        <w:rPr>
          <w:sz w:val="28"/>
          <w:szCs w:val="28"/>
        </w:rPr>
      </w:pPr>
    </w:p>
    <w:p w14:paraId="233214A8" w14:textId="77777777" w:rsidR="00137AA8" w:rsidRPr="00137AA8" w:rsidRDefault="00137AA8" w:rsidP="00447DF4">
      <w:pPr>
        <w:ind w:right="-450"/>
        <w:rPr>
          <w:sz w:val="28"/>
          <w:szCs w:val="28"/>
        </w:rPr>
      </w:pPr>
    </w:p>
    <w:p w14:paraId="534F343E" w14:textId="77777777" w:rsidR="00447DF4" w:rsidRPr="00137AA8" w:rsidRDefault="00447DF4" w:rsidP="00447DF4">
      <w:pPr>
        <w:ind w:right="-450"/>
        <w:rPr>
          <w:sz w:val="28"/>
          <w:szCs w:val="28"/>
        </w:rPr>
      </w:pPr>
    </w:p>
    <w:p w14:paraId="209405BE" w14:textId="77777777" w:rsidR="00447DF4" w:rsidRDefault="00447DF4" w:rsidP="00447DF4">
      <w:pPr>
        <w:ind w:right="-450"/>
        <w:rPr>
          <w:sz w:val="28"/>
          <w:szCs w:val="28"/>
        </w:rPr>
      </w:pPr>
    </w:p>
    <w:p w14:paraId="69AD0DFB" w14:textId="77777777" w:rsidR="00772641" w:rsidRDefault="00772641" w:rsidP="00447DF4">
      <w:pPr>
        <w:ind w:right="-450"/>
        <w:rPr>
          <w:sz w:val="28"/>
          <w:szCs w:val="28"/>
        </w:rPr>
      </w:pPr>
    </w:p>
    <w:p w14:paraId="2EFE4CB9" w14:textId="77777777" w:rsidR="00594ADF" w:rsidRDefault="00594ADF" w:rsidP="00447DF4">
      <w:pPr>
        <w:ind w:right="-450"/>
        <w:rPr>
          <w:sz w:val="28"/>
          <w:szCs w:val="28"/>
        </w:rPr>
      </w:pPr>
    </w:p>
    <w:p w14:paraId="6CD21651" w14:textId="77777777" w:rsidR="00772641" w:rsidRPr="00137AA8" w:rsidRDefault="00772641" w:rsidP="00447DF4">
      <w:pPr>
        <w:ind w:right="-450"/>
        <w:rPr>
          <w:sz w:val="28"/>
          <w:szCs w:val="28"/>
        </w:rPr>
      </w:pPr>
    </w:p>
    <w:p w14:paraId="52AF1BB5" w14:textId="77777777" w:rsidR="00E83DC8" w:rsidRDefault="00442EEA" w:rsidP="00F91020">
      <w:pPr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14:paraId="22C6D961" w14:textId="77777777" w:rsidR="00447DF4" w:rsidRPr="00DC6A1B" w:rsidRDefault="00447DF4" w:rsidP="00447DF4">
      <w:pPr>
        <w:jc w:val="both"/>
        <w:rPr>
          <w:rFonts w:cs="Times New Roman"/>
          <w:lang w:bidi="th-TH"/>
        </w:rPr>
      </w:pPr>
    </w:p>
    <w:p w14:paraId="418E23EC" w14:textId="77777777" w:rsidR="00A76FE8" w:rsidRPr="00DC6A1B" w:rsidRDefault="00A76FE8" w:rsidP="00447DF4">
      <w:pPr>
        <w:jc w:val="both"/>
        <w:rPr>
          <w:rFonts w:cs="Times New Roman"/>
          <w:lang w:bidi="th-TH"/>
        </w:rPr>
      </w:pPr>
    </w:p>
    <w:p w14:paraId="0504EBBB" w14:textId="77777777" w:rsidR="003338E6" w:rsidRPr="00DC6A1B" w:rsidRDefault="003338E6" w:rsidP="00137AA8">
      <w:pPr>
        <w:jc w:val="thaiDistribute"/>
        <w:rPr>
          <w:rFonts w:cs="Times New Roman"/>
          <w:b/>
          <w:bCs/>
          <w:sz w:val="24"/>
          <w:szCs w:val="24"/>
          <w:lang w:bidi="th-TH"/>
        </w:rPr>
      </w:pPr>
      <w:r w:rsidRPr="00DC6A1B">
        <w:rPr>
          <w:rFonts w:cs="Times New Roman"/>
          <w:b/>
          <w:bCs/>
          <w:sz w:val="24"/>
          <w:szCs w:val="24"/>
          <w:lang w:bidi="th-TH"/>
        </w:rPr>
        <w:t xml:space="preserve">To the </w:t>
      </w:r>
      <w:r w:rsidR="008B5D95" w:rsidRPr="00DC6A1B">
        <w:rPr>
          <w:rFonts w:cs="Times New Roman"/>
          <w:b/>
          <w:bCs/>
          <w:sz w:val="24"/>
          <w:szCs w:val="24"/>
          <w:lang w:bidi="th-TH"/>
        </w:rPr>
        <w:t>Board of Directors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of </w:t>
      </w:r>
      <w:r w:rsidR="00447DF4" w:rsidRPr="00DC6A1B">
        <w:rPr>
          <w:rFonts w:cs="Times New Roman"/>
          <w:b/>
          <w:bCs/>
          <w:sz w:val="24"/>
          <w:szCs w:val="24"/>
          <w:lang w:bidi="th-TH"/>
        </w:rPr>
        <w:t>Yuasa Battery (Thailand)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Public Company Limited</w:t>
      </w:r>
    </w:p>
    <w:p w14:paraId="28D413FE" w14:textId="77777777" w:rsidR="00E96854" w:rsidRPr="00DC6A1B" w:rsidRDefault="00E96854" w:rsidP="00137AA8">
      <w:pPr>
        <w:jc w:val="thaiDistribute"/>
        <w:rPr>
          <w:rFonts w:cs="Times New Roman"/>
          <w:lang w:bidi="th-TH"/>
        </w:rPr>
      </w:pPr>
    </w:p>
    <w:p w14:paraId="6B0FAD72" w14:textId="77777777" w:rsidR="000A70E4" w:rsidRPr="00E84E70" w:rsidRDefault="000A70E4" w:rsidP="000A70E4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>
        <w:t>Yuasa Battery (Thailand)</w:t>
      </w:r>
      <w:r w:rsidRPr="00E84E70">
        <w:t xml:space="preserve"> Public Company Limited</w:t>
      </w:r>
      <w:r>
        <w:t xml:space="preserve"> and its subsidiary</w:t>
      </w:r>
      <w:r w:rsidRPr="00E84E70">
        <w:t xml:space="preserve">, and of </w:t>
      </w:r>
      <w:r>
        <w:t>Yuasa Battery (Thailand)</w:t>
      </w:r>
      <w:r w:rsidRPr="00E84E70">
        <w:t xml:space="preserve"> Public Company Limited, respectively, as at 3</w:t>
      </w:r>
      <w:r>
        <w:t>0</w:t>
      </w:r>
      <w:r w:rsidRPr="00E84E70">
        <w:t xml:space="preserve"> </w:t>
      </w:r>
      <w:r>
        <w:t>June</w:t>
      </w:r>
      <w:r w:rsidRPr="00E84E70">
        <w:t xml:space="preserve"> 20</w:t>
      </w:r>
      <w:r>
        <w:t>20</w:t>
      </w:r>
      <w:r w:rsidRPr="00E84E70">
        <w:t>; the consolidated and</w:t>
      </w:r>
      <w:r>
        <w:t xml:space="preserve"> separate statements of </w:t>
      </w:r>
      <w:r w:rsidRPr="00E84E70">
        <w:t>comprehensive income</w:t>
      </w:r>
      <w:r w:rsidRPr="001F34BF">
        <w:t xml:space="preserve"> </w:t>
      </w:r>
      <w:r w:rsidRPr="00E84E70">
        <w:t>for the three-month</w:t>
      </w:r>
      <w:r>
        <w:t xml:space="preserve"> and six-month</w:t>
      </w:r>
      <w:r w:rsidRPr="00E84E70">
        <w:t xml:space="preserve"> period</w:t>
      </w:r>
      <w:r>
        <w:t>s</w:t>
      </w:r>
      <w:r w:rsidRPr="00E84E70">
        <w:t xml:space="preserve"> ended 3</w:t>
      </w:r>
      <w:r>
        <w:t>0</w:t>
      </w:r>
      <w:r w:rsidRPr="00E84E70">
        <w:t xml:space="preserve"> </w:t>
      </w:r>
      <w:r>
        <w:t>June</w:t>
      </w:r>
      <w:r w:rsidRPr="00E84E70">
        <w:t xml:space="preserve"> 20</w:t>
      </w:r>
      <w:r>
        <w:t>20</w:t>
      </w:r>
      <w:r>
        <w:rPr>
          <w:lang w:bidi="th-TH"/>
        </w:rPr>
        <w:t>;</w:t>
      </w:r>
      <w:r w:rsidRPr="00E84E70">
        <w:t xml:space="preserve"> the consolidated and</w:t>
      </w:r>
      <w:r>
        <w:t xml:space="preserve"> separate statements of </w:t>
      </w:r>
      <w:r w:rsidRPr="00E84E70">
        <w:t>changes in equ</w:t>
      </w:r>
      <w:r>
        <w:t>ity and cash flows for the six</w:t>
      </w:r>
      <w:r w:rsidRPr="00E84E70">
        <w:t>-month period ended 3</w:t>
      </w:r>
      <w:r>
        <w:t>0</w:t>
      </w:r>
      <w:r w:rsidRPr="00E84E70">
        <w:t xml:space="preserve"> </w:t>
      </w:r>
      <w:r>
        <w:t>June</w:t>
      </w:r>
      <w:r w:rsidRPr="00E84E70">
        <w:t xml:space="preserve"> 20</w:t>
      </w:r>
      <w:r>
        <w:t>20</w:t>
      </w:r>
      <w:r w:rsidRPr="00E84E70">
        <w:t xml:space="preserve">; </w:t>
      </w:r>
      <w:r w:rsidRPr="000D0816">
        <w:t>and condensed notes (“interim financial information”).</w:t>
      </w:r>
      <w:r w:rsidRPr="00137AA8">
        <w:t xml:space="preserve"> Management is responsible for the preparation and presentation of this interim financial information in accordance with Thai Accounting Standard 34, “Interim Financial Reporting”. </w:t>
      </w:r>
      <w:r w:rsidR="00D9755F">
        <w:br/>
      </w:r>
      <w:r w:rsidRPr="00137AA8">
        <w:t>My responsibility is to express a conclusion on this interim financial information based on my review.</w:t>
      </w:r>
    </w:p>
    <w:p w14:paraId="537DD4C4" w14:textId="77777777" w:rsidR="00442EEA" w:rsidRPr="00E84E70" w:rsidRDefault="00442EEA" w:rsidP="00137AA8">
      <w:pPr>
        <w:spacing w:line="240" w:lineRule="atLeast"/>
        <w:jc w:val="thaiDistribute"/>
      </w:pPr>
    </w:p>
    <w:p w14:paraId="1D5841D7" w14:textId="77777777"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14:paraId="5DE29864" w14:textId="77777777" w:rsidR="00F442F5" w:rsidRDefault="00F442F5" w:rsidP="00137AA8">
      <w:pPr>
        <w:jc w:val="thaiDistribute"/>
      </w:pPr>
    </w:p>
    <w:p w14:paraId="58FD1283" w14:textId="77777777"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14:paraId="7FBC11CA" w14:textId="77777777" w:rsidR="00F442F5" w:rsidRDefault="00F442F5" w:rsidP="00137AA8">
      <w:pPr>
        <w:jc w:val="thaiDistribute"/>
      </w:pPr>
    </w:p>
    <w:p w14:paraId="6D03694B" w14:textId="77777777"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14:paraId="36EB4647" w14:textId="77777777" w:rsidR="00F442F5" w:rsidRDefault="00F442F5" w:rsidP="00137AA8">
      <w:pPr>
        <w:jc w:val="thaiDistribute"/>
      </w:pPr>
    </w:p>
    <w:p w14:paraId="7AF3D826" w14:textId="77777777"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14:paraId="77B81925" w14:textId="77777777" w:rsidR="000C3C04" w:rsidRDefault="000C3C04" w:rsidP="00137AA8">
      <w:pPr>
        <w:jc w:val="thaiDistribute"/>
        <w:rPr>
          <w:lang w:val="en-US"/>
        </w:rPr>
      </w:pPr>
    </w:p>
    <w:p w14:paraId="6CA99DA5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4211B0DD" w14:textId="77777777"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14:paraId="3BBAD3BF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095A087A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5E03EBBD" w14:textId="77777777"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14:paraId="57778D12" w14:textId="77777777"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14:paraId="206BDC75" w14:textId="77777777"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14:paraId="64F54413" w14:textId="77777777" w:rsidR="001A1C3A" w:rsidRPr="00887831" w:rsidRDefault="001A1C3A" w:rsidP="00E84E70">
      <w:pPr>
        <w:spacing w:line="240" w:lineRule="atLeast"/>
        <w:ind w:right="99"/>
        <w:jc w:val="both"/>
        <w:rPr>
          <w:lang w:val="en-US"/>
        </w:rPr>
      </w:pPr>
    </w:p>
    <w:p w14:paraId="3041895C" w14:textId="77777777"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14:paraId="5D3F5CF2" w14:textId="77777777"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14:paraId="62DD978A" w14:textId="77777777"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14:paraId="6A0B6AFD" w14:textId="77777777" w:rsidR="00E84E70" w:rsidRDefault="00551F52" w:rsidP="00E84E70">
      <w:pPr>
        <w:spacing w:line="240" w:lineRule="atLeast"/>
        <w:ind w:right="99"/>
        <w:rPr>
          <w:cs/>
          <w:lang w:val="en-US" w:bidi="th-TH"/>
        </w:rPr>
      </w:pPr>
      <w:r>
        <w:rPr>
          <w:lang w:val="en-US" w:bidi="th-TH"/>
        </w:rPr>
        <w:t>6</w:t>
      </w:r>
      <w:r w:rsidR="00B47184">
        <w:rPr>
          <w:lang w:val="en-US" w:bidi="th-TH"/>
        </w:rPr>
        <w:t xml:space="preserve"> </w:t>
      </w:r>
      <w:r w:rsidR="000A70E4">
        <w:rPr>
          <w:lang w:val="en-US"/>
        </w:rPr>
        <w:t>August</w:t>
      </w:r>
      <w:r w:rsidR="00B47184">
        <w:rPr>
          <w:lang w:val="en-US" w:bidi="th-TH"/>
        </w:rPr>
        <w:t xml:space="preserve"> </w:t>
      </w:r>
      <w:r w:rsidR="00C3587A">
        <w:rPr>
          <w:lang w:val="en-US" w:bidi="th-TH"/>
        </w:rPr>
        <w:t>2020</w:t>
      </w:r>
      <w:bookmarkStart w:id="2" w:name="_GoBack"/>
      <w:bookmarkEnd w:id="2"/>
    </w:p>
    <w:sectPr w:rsidR="00E84E70" w:rsidSect="008D0827">
      <w:pgSz w:w="11907" w:h="16840" w:code="9"/>
      <w:pgMar w:top="691" w:right="1152" w:bottom="576" w:left="1152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41442" w14:textId="77777777" w:rsidR="00161737" w:rsidRDefault="00161737">
      <w:r>
        <w:separator/>
      </w:r>
    </w:p>
  </w:endnote>
  <w:endnote w:type="continuationSeparator" w:id="0">
    <w:p w14:paraId="634CFAD9" w14:textId="77777777" w:rsidR="00161737" w:rsidRDefault="0016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AF183" w14:textId="77777777" w:rsidR="00161737" w:rsidRDefault="00161737">
      <w:r>
        <w:separator/>
      </w:r>
    </w:p>
  </w:footnote>
  <w:footnote w:type="continuationSeparator" w:id="0">
    <w:p w14:paraId="13AECF27" w14:textId="77777777" w:rsidR="00161737" w:rsidRDefault="00161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4887"/>
        </w:tabs>
        <w:ind w:left="4887" w:hanging="567"/>
      </w:pPr>
      <w:rPr>
        <w:rFonts w:hint="default"/>
        <w:sz w:val="22"/>
      </w:rPr>
    </w:lvl>
  </w:abstractNum>
  <w:abstractNum w:abstractNumId="6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7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9" w15:restartNumberingAfterBreak="0">
    <w:nsid w:val="20F768A0"/>
    <w:multiLevelType w:val="multilevel"/>
    <w:tmpl w:val="9F38ACC8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0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42A8575E"/>
    <w:multiLevelType w:val="hybridMultilevel"/>
    <w:tmpl w:val="C3147CFA"/>
    <w:lvl w:ilvl="0" w:tplc="D914905C">
      <w:start w:val="1"/>
      <w:numFmt w:val="lowerLetter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7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21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3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2"/>
  </w:num>
  <w:num w:numId="6">
    <w:abstractNumId w:val="8"/>
  </w:num>
  <w:num w:numId="7">
    <w:abstractNumId w:val="20"/>
  </w:num>
  <w:num w:numId="8">
    <w:abstractNumId w:val="16"/>
  </w:num>
  <w:num w:numId="9">
    <w:abstractNumId w:val="15"/>
  </w:num>
  <w:num w:numId="10">
    <w:abstractNumId w:val="22"/>
  </w:num>
  <w:num w:numId="11">
    <w:abstractNumId w:val="7"/>
  </w:num>
  <w:num w:numId="12">
    <w:abstractNumId w:val="18"/>
  </w:num>
  <w:num w:numId="13">
    <w:abstractNumId w:val="23"/>
  </w:num>
  <w:num w:numId="14">
    <w:abstractNumId w:val="6"/>
  </w:num>
  <w:num w:numId="15">
    <w:abstractNumId w:val="17"/>
  </w:num>
  <w:num w:numId="16">
    <w:abstractNumId w:val="21"/>
  </w:num>
  <w:num w:numId="17">
    <w:abstractNumId w:val="0"/>
  </w:num>
  <w:num w:numId="18">
    <w:abstractNumId w:val="1"/>
  </w:num>
  <w:num w:numId="19">
    <w:abstractNumId w:val="2"/>
  </w:num>
  <w:num w:numId="20">
    <w:abstractNumId w:val="13"/>
  </w:num>
  <w:num w:numId="21">
    <w:abstractNumId w:val="11"/>
  </w:num>
  <w:num w:numId="22">
    <w:abstractNumId w:val="19"/>
  </w:num>
  <w:num w:numId="23">
    <w:abstractNumId w:val="9"/>
  </w:num>
  <w:num w:numId="24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40A7"/>
    <w:rsid w:val="00004CBF"/>
    <w:rsid w:val="00005FFD"/>
    <w:rsid w:val="000062A0"/>
    <w:rsid w:val="00006D8E"/>
    <w:rsid w:val="000070D7"/>
    <w:rsid w:val="000074F4"/>
    <w:rsid w:val="00007946"/>
    <w:rsid w:val="00007F28"/>
    <w:rsid w:val="000104F4"/>
    <w:rsid w:val="00010633"/>
    <w:rsid w:val="000108E7"/>
    <w:rsid w:val="00010E4D"/>
    <w:rsid w:val="0001146B"/>
    <w:rsid w:val="000117AC"/>
    <w:rsid w:val="0001253A"/>
    <w:rsid w:val="00012C0D"/>
    <w:rsid w:val="0001377A"/>
    <w:rsid w:val="000137C4"/>
    <w:rsid w:val="00013BC7"/>
    <w:rsid w:val="00013C83"/>
    <w:rsid w:val="0001564F"/>
    <w:rsid w:val="000168F0"/>
    <w:rsid w:val="00016CB5"/>
    <w:rsid w:val="00017854"/>
    <w:rsid w:val="00017AC0"/>
    <w:rsid w:val="00021D28"/>
    <w:rsid w:val="00022335"/>
    <w:rsid w:val="00022511"/>
    <w:rsid w:val="00023304"/>
    <w:rsid w:val="00023835"/>
    <w:rsid w:val="00023DBC"/>
    <w:rsid w:val="000240B3"/>
    <w:rsid w:val="000254E0"/>
    <w:rsid w:val="00025996"/>
    <w:rsid w:val="00025D00"/>
    <w:rsid w:val="0002612E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4625"/>
    <w:rsid w:val="00035576"/>
    <w:rsid w:val="000362ED"/>
    <w:rsid w:val="00036458"/>
    <w:rsid w:val="00036D59"/>
    <w:rsid w:val="00036D5A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2D0"/>
    <w:rsid w:val="0005269E"/>
    <w:rsid w:val="00052A34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57D59"/>
    <w:rsid w:val="0006043A"/>
    <w:rsid w:val="0006228C"/>
    <w:rsid w:val="000628E4"/>
    <w:rsid w:val="00062C75"/>
    <w:rsid w:val="00062DC1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48D"/>
    <w:rsid w:val="000746A0"/>
    <w:rsid w:val="000750FA"/>
    <w:rsid w:val="0007564D"/>
    <w:rsid w:val="00076017"/>
    <w:rsid w:val="00076245"/>
    <w:rsid w:val="00081ABC"/>
    <w:rsid w:val="00082CE7"/>
    <w:rsid w:val="000843E2"/>
    <w:rsid w:val="00084652"/>
    <w:rsid w:val="00084C3E"/>
    <w:rsid w:val="00084D93"/>
    <w:rsid w:val="00084EE5"/>
    <w:rsid w:val="000852D8"/>
    <w:rsid w:val="00085DFC"/>
    <w:rsid w:val="000863CA"/>
    <w:rsid w:val="00086A2C"/>
    <w:rsid w:val="00086C5B"/>
    <w:rsid w:val="000903DC"/>
    <w:rsid w:val="000903EA"/>
    <w:rsid w:val="00090BFD"/>
    <w:rsid w:val="00091839"/>
    <w:rsid w:val="00091D93"/>
    <w:rsid w:val="00091DB7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B9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0E4"/>
    <w:rsid w:val="000A7456"/>
    <w:rsid w:val="000A76EA"/>
    <w:rsid w:val="000A7AEF"/>
    <w:rsid w:val="000B0158"/>
    <w:rsid w:val="000B09FD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1EC6"/>
    <w:rsid w:val="000C2052"/>
    <w:rsid w:val="000C2087"/>
    <w:rsid w:val="000C20DE"/>
    <w:rsid w:val="000C26F2"/>
    <w:rsid w:val="000C29EA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256"/>
    <w:rsid w:val="000C753C"/>
    <w:rsid w:val="000D03EC"/>
    <w:rsid w:val="000D0764"/>
    <w:rsid w:val="000D1106"/>
    <w:rsid w:val="000D19ED"/>
    <w:rsid w:val="000D1A5C"/>
    <w:rsid w:val="000D1A7B"/>
    <w:rsid w:val="000D3A89"/>
    <w:rsid w:val="000D4123"/>
    <w:rsid w:val="000D4244"/>
    <w:rsid w:val="000D467F"/>
    <w:rsid w:val="000D4E49"/>
    <w:rsid w:val="000D5298"/>
    <w:rsid w:val="000D650D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4B9A"/>
    <w:rsid w:val="000E53A5"/>
    <w:rsid w:val="000E5CB3"/>
    <w:rsid w:val="000E5E8F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4072"/>
    <w:rsid w:val="000F6135"/>
    <w:rsid w:val="000F6396"/>
    <w:rsid w:val="000F72A6"/>
    <w:rsid w:val="000F7335"/>
    <w:rsid w:val="00100438"/>
    <w:rsid w:val="001005EA"/>
    <w:rsid w:val="0010078C"/>
    <w:rsid w:val="001007DD"/>
    <w:rsid w:val="0010094B"/>
    <w:rsid w:val="00100ABF"/>
    <w:rsid w:val="00101393"/>
    <w:rsid w:val="00101AC5"/>
    <w:rsid w:val="00101B08"/>
    <w:rsid w:val="00101C40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1411"/>
    <w:rsid w:val="00112EEC"/>
    <w:rsid w:val="001131D5"/>
    <w:rsid w:val="001133D3"/>
    <w:rsid w:val="00113CC3"/>
    <w:rsid w:val="001141D9"/>
    <w:rsid w:val="00114DBB"/>
    <w:rsid w:val="00115359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5F0"/>
    <w:rsid w:val="00127767"/>
    <w:rsid w:val="00127B5E"/>
    <w:rsid w:val="001304B0"/>
    <w:rsid w:val="001304B1"/>
    <w:rsid w:val="001317DB"/>
    <w:rsid w:val="00131C6E"/>
    <w:rsid w:val="00132E9D"/>
    <w:rsid w:val="00133206"/>
    <w:rsid w:val="00133D23"/>
    <w:rsid w:val="00133DA7"/>
    <w:rsid w:val="00133F87"/>
    <w:rsid w:val="001352AC"/>
    <w:rsid w:val="0013578A"/>
    <w:rsid w:val="0013606E"/>
    <w:rsid w:val="00136442"/>
    <w:rsid w:val="00136669"/>
    <w:rsid w:val="0013798F"/>
    <w:rsid w:val="001379D0"/>
    <w:rsid w:val="00137AA8"/>
    <w:rsid w:val="001406CD"/>
    <w:rsid w:val="00140CC2"/>
    <w:rsid w:val="0014156A"/>
    <w:rsid w:val="00141A20"/>
    <w:rsid w:val="00143F7A"/>
    <w:rsid w:val="00143F7E"/>
    <w:rsid w:val="001453C8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9F9"/>
    <w:rsid w:val="00153AFF"/>
    <w:rsid w:val="00153E8A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06F"/>
    <w:rsid w:val="001609FA"/>
    <w:rsid w:val="00160D5E"/>
    <w:rsid w:val="00161737"/>
    <w:rsid w:val="001617C5"/>
    <w:rsid w:val="00161B48"/>
    <w:rsid w:val="00162039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6E18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59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5654"/>
    <w:rsid w:val="0019626F"/>
    <w:rsid w:val="00196326"/>
    <w:rsid w:val="00196345"/>
    <w:rsid w:val="0019695B"/>
    <w:rsid w:val="00197721"/>
    <w:rsid w:val="001A0F4A"/>
    <w:rsid w:val="001A1125"/>
    <w:rsid w:val="001A1671"/>
    <w:rsid w:val="001A1C3A"/>
    <w:rsid w:val="001A2003"/>
    <w:rsid w:val="001A2525"/>
    <w:rsid w:val="001A33E9"/>
    <w:rsid w:val="001A39B9"/>
    <w:rsid w:val="001A3A22"/>
    <w:rsid w:val="001A413B"/>
    <w:rsid w:val="001A42A0"/>
    <w:rsid w:val="001A465C"/>
    <w:rsid w:val="001A4C56"/>
    <w:rsid w:val="001A4D27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1F65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6F41"/>
    <w:rsid w:val="001B72FA"/>
    <w:rsid w:val="001B7C9E"/>
    <w:rsid w:val="001B7F5D"/>
    <w:rsid w:val="001C00D7"/>
    <w:rsid w:val="001C15F7"/>
    <w:rsid w:val="001C1DDC"/>
    <w:rsid w:val="001C234D"/>
    <w:rsid w:val="001C2AE7"/>
    <w:rsid w:val="001C3268"/>
    <w:rsid w:val="001C3719"/>
    <w:rsid w:val="001C401A"/>
    <w:rsid w:val="001C51F6"/>
    <w:rsid w:val="001C548D"/>
    <w:rsid w:val="001C587B"/>
    <w:rsid w:val="001C5993"/>
    <w:rsid w:val="001C6F06"/>
    <w:rsid w:val="001D00DA"/>
    <w:rsid w:val="001D07AB"/>
    <w:rsid w:val="001D08F3"/>
    <w:rsid w:val="001D0A39"/>
    <w:rsid w:val="001D12B5"/>
    <w:rsid w:val="001D1A0A"/>
    <w:rsid w:val="001D1BFC"/>
    <w:rsid w:val="001D1CEA"/>
    <w:rsid w:val="001D245E"/>
    <w:rsid w:val="001D2668"/>
    <w:rsid w:val="001D336B"/>
    <w:rsid w:val="001D34D0"/>
    <w:rsid w:val="001D3991"/>
    <w:rsid w:val="001D3D21"/>
    <w:rsid w:val="001D406E"/>
    <w:rsid w:val="001D43B8"/>
    <w:rsid w:val="001D51E7"/>
    <w:rsid w:val="001D54B0"/>
    <w:rsid w:val="001D60BD"/>
    <w:rsid w:val="001D6121"/>
    <w:rsid w:val="001D6308"/>
    <w:rsid w:val="001D6726"/>
    <w:rsid w:val="001D694F"/>
    <w:rsid w:val="001D6CE2"/>
    <w:rsid w:val="001D7EEF"/>
    <w:rsid w:val="001E01A0"/>
    <w:rsid w:val="001E04E4"/>
    <w:rsid w:val="001E06B1"/>
    <w:rsid w:val="001E1124"/>
    <w:rsid w:val="001E181A"/>
    <w:rsid w:val="001E1829"/>
    <w:rsid w:val="001E1B63"/>
    <w:rsid w:val="001E2A9D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E7B3F"/>
    <w:rsid w:val="001F2205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1F75AD"/>
    <w:rsid w:val="001F7F64"/>
    <w:rsid w:val="00200753"/>
    <w:rsid w:val="00200DCD"/>
    <w:rsid w:val="00202701"/>
    <w:rsid w:val="002031D7"/>
    <w:rsid w:val="002033C2"/>
    <w:rsid w:val="00203540"/>
    <w:rsid w:val="00203EDD"/>
    <w:rsid w:val="00203F4B"/>
    <w:rsid w:val="00204891"/>
    <w:rsid w:val="00204D63"/>
    <w:rsid w:val="00205F33"/>
    <w:rsid w:val="0020640F"/>
    <w:rsid w:val="00206735"/>
    <w:rsid w:val="00207B0F"/>
    <w:rsid w:val="00207C02"/>
    <w:rsid w:val="00207E04"/>
    <w:rsid w:val="00207F31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17A"/>
    <w:rsid w:val="002155F6"/>
    <w:rsid w:val="00215BC3"/>
    <w:rsid w:val="00215FB3"/>
    <w:rsid w:val="00216242"/>
    <w:rsid w:val="00217047"/>
    <w:rsid w:val="00217CDD"/>
    <w:rsid w:val="00220092"/>
    <w:rsid w:val="002206CB"/>
    <w:rsid w:val="00220BAC"/>
    <w:rsid w:val="00220D10"/>
    <w:rsid w:val="00221139"/>
    <w:rsid w:val="00222077"/>
    <w:rsid w:val="00222B7B"/>
    <w:rsid w:val="002236F6"/>
    <w:rsid w:val="00223BCA"/>
    <w:rsid w:val="00225C5C"/>
    <w:rsid w:val="002273FC"/>
    <w:rsid w:val="002274E7"/>
    <w:rsid w:val="00227D4D"/>
    <w:rsid w:val="00230EA3"/>
    <w:rsid w:val="002310A6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488"/>
    <w:rsid w:val="00236B47"/>
    <w:rsid w:val="00236BD1"/>
    <w:rsid w:val="00236C7F"/>
    <w:rsid w:val="00237191"/>
    <w:rsid w:val="0023765E"/>
    <w:rsid w:val="00237EC1"/>
    <w:rsid w:val="00237FC7"/>
    <w:rsid w:val="002407C1"/>
    <w:rsid w:val="00240A0E"/>
    <w:rsid w:val="00240AAD"/>
    <w:rsid w:val="00240BC4"/>
    <w:rsid w:val="00241560"/>
    <w:rsid w:val="002421AB"/>
    <w:rsid w:val="0024332E"/>
    <w:rsid w:val="00243D4A"/>
    <w:rsid w:val="00243DB5"/>
    <w:rsid w:val="00244030"/>
    <w:rsid w:val="002441BB"/>
    <w:rsid w:val="00245159"/>
    <w:rsid w:val="0024560D"/>
    <w:rsid w:val="00245650"/>
    <w:rsid w:val="002456C3"/>
    <w:rsid w:val="00245770"/>
    <w:rsid w:val="002461FE"/>
    <w:rsid w:val="00246DF8"/>
    <w:rsid w:val="002473FE"/>
    <w:rsid w:val="00250D46"/>
    <w:rsid w:val="00250E38"/>
    <w:rsid w:val="00251224"/>
    <w:rsid w:val="002513DA"/>
    <w:rsid w:val="0025320E"/>
    <w:rsid w:val="002532D2"/>
    <w:rsid w:val="00253DD5"/>
    <w:rsid w:val="00254DD8"/>
    <w:rsid w:val="00254DDD"/>
    <w:rsid w:val="00255EBF"/>
    <w:rsid w:val="002561E8"/>
    <w:rsid w:val="00256CAD"/>
    <w:rsid w:val="002571D7"/>
    <w:rsid w:val="0025750F"/>
    <w:rsid w:val="00260655"/>
    <w:rsid w:val="002615B2"/>
    <w:rsid w:val="002618A4"/>
    <w:rsid w:val="002637C2"/>
    <w:rsid w:val="0026401B"/>
    <w:rsid w:val="00264760"/>
    <w:rsid w:val="00264A20"/>
    <w:rsid w:val="0026500E"/>
    <w:rsid w:val="00265A2E"/>
    <w:rsid w:val="002661EC"/>
    <w:rsid w:val="00266E4D"/>
    <w:rsid w:val="00266F84"/>
    <w:rsid w:val="00270DCC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6520"/>
    <w:rsid w:val="00277EE8"/>
    <w:rsid w:val="00280FE0"/>
    <w:rsid w:val="0028196E"/>
    <w:rsid w:val="00281ACC"/>
    <w:rsid w:val="00281D0A"/>
    <w:rsid w:val="00281D47"/>
    <w:rsid w:val="0028238C"/>
    <w:rsid w:val="00282787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7DE"/>
    <w:rsid w:val="00286CA8"/>
    <w:rsid w:val="00286F0D"/>
    <w:rsid w:val="002872F8"/>
    <w:rsid w:val="002875BC"/>
    <w:rsid w:val="00287C96"/>
    <w:rsid w:val="00290721"/>
    <w:rsid w:val="00291531"/>
    <w:rsid w:val="0029184D"/>
    <w:rsid w:val="00291A4D"/>
    <w:rsid w:val="00292737"/>
    <w:rsid w:val="00293814"/>
    <w:rsid w:val="00293BC2"/>
    <w:rsid w:val="00293D1B"/>
    <w:rsid w:val="00294A8D"/>
    <w:rsid w:val="00295301"/>
    <w:rsid w:val="00295BDB"/>
    <w:rsid w:val="00295DE5"/>
    <w:rsid w:val="00296704"/>
    <w:rsid w:val="002967C1"/>
    <w:rsid w:val="00296E6B"/>
    <w:rsid w:val="00297033"/>
    <w:rsid w:val="00297720"/>
    <w:rsid w:val="002A0615"/>
    <w:rsid w:val="002A082E"/>
    <w:rsid w:val="002A15F9"/>
    <w:rsid w:val="002A1EB2"/>
    <w:rsid w:val="002A2356"/>
    <w:rsid w:val="002A238E"/>
    <w:rsid w:val="002A245B"/>
    <w:rsid w:val="002A2B1F"/>
    <w:rsid w:val="002A3074"/>
    <w:rsid w:val="002A3329"/>
    <w:rsid w:val="002A3912"/>
    <w:rsid w:val="002A3BB5"/>
    <w:rsid w:val="002A46F2"/>
    <w:rsid w:val="002A4CEA"/>
    <w:rsid w:val="002A4EB1"/>
    <w:rsid w:val="002A5366"/>
    <w:rsid w:val="002A5C3D"/>
    <w:rsid w:val="002A5D9B"/>
    <w:rsid w:val="002A5FB4"/>
    <w:rsid w:val="002A7F3B"/>
    <w:rsid w:val="002B090F"/>
    <w:rsid w:val="002B0A0C"/>
    <w:rsid w:val="002B0AB4"/>
    <w:rsid w:val="002B0F99"/>
    <w:rsid w:val="002B137D"/>
    <w:rsid w:val="002B1D22"/>
    <w:rsid w:val="002B2015"/>
    <w:rsid w:val="002B2219"/>
    <w:rsid w:val="002B291B"/>
    <w:rsid w:val="002B2FE7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72C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13BF"/>
    <w:rsid w:val="002D203C"/>
    <w:rsid w:val="002D20D3"/>
    <w:rsid w:val="002D3B22"/>
    <w:rsid w:val="002D3D13"/>
    <w:rsid w:val="002D4514"/>
    <w:rsid w:val="002D4862"/>
    <w:rsid w:val="002D4F9C"/>
    <w:rsid w:val="002D5DD0"/>
    <w:rsid w:val="002E014B"/>
    <w:rsid w:val="002E07AF"/>
    <w:rsid w:val="002E0A8C"/>
    <w:rsid w:val="002E0BD6"/>
    <w:rsid w:val="002E0DE0"/>
    <w:rsid w:val="002E1411"/>
    <w:rsid w:val="002E1979"/>
    <w:rsid w:val="002E3564"/>
    <w:rsid w:val="002E3C57"/>
    <w:rsid w:val="002E3D9B"/>
    <w:rsid w:val="002E3F5F"/>
    <w:rsid w:val="002E4E88"/>
    <w:rsid w:val="002E5190"/>
    <w:rsid w:val="002E75B5"/>
    <w:rsid w:val="002E784E"/>
    <w:rsid w:val="002F011B"/>
    <w:rsid w:val="002F0375"/>
    <w:rsid w:val="002F1621"/>
    <w:rsid w:val="002F182E"/>
    <w:rsid w:val="002F1B6D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2F67EA"/>
    <w:rsid w:val="002F7B7F"/>
    <w:rsid w:val="00300323"/>
    <w:rsid w:val="00300533"/>
    <w:rsid w:val="00300808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D3A"/>
    <w:rsid w:val="0031092B"/>
    <w:rsid w:val="00310EB3"/>
    <w:rsid w:val="003117BC"/>
    <w:rsid w:val="0031190E"/>
    <w:rsid w:val="00311B52"/>
    <w:rsid w:val="00311BFA"/>
    <w:rsid w:val="0031260E"/>
    <w:rsid w:val="00312C3D"/>
    <w:rsid w:val="00313176"/>
    <w:rsid w:val="0031335A"/>
    <w:rsid w:val="003137B8"/>
    <w:rsid w:val="00313CA6"/>
    <w:rsid w:val="0031413D"/>
    <w:rsid w:val="0031448D"/>
    <w:rsid w:val="003149D6"/>
    <w:rsid w:val="00314CAE"/>
    <w:rsid w:val="00314EC3"/>
    <w:rsid w:val="003163BA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26F35"/>
    <w:rsid w:val="00327EF4"/>
    <w:rsid w:val="0033065B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44F"/>
    <w:rsid w:val="00334DE3"/>
    <w:rsid w:val="00334FED"/>
    <w:rsid w:val="00335830"/>
    <w:rsid w:val="00335CEB"/>
    <w:rsid w:val="003373D6"/>
    <w:rsid w:val="003376A8"/>
    <w:rsid w:val="0033793B"/>
    <w:rsid w:val="003400F2"/>
    <w:rsid w:val="00340343"/>
    <w:rsid w:val="003404A1"/>
    <w:rsid w:val="00341D45"/>
    <w:rsid w:val="00341FAD"/>
    <w:rsid w:val="00342F4E"/>
    <w:rsid w:val="00342FDF"/>
    <w:rsid w:val="003431D7"/>
    <w:rsid w:val="003438CC"/>
    <w:rsid w:val="003469C1"/>
    <w:rsid w:val="00346B8D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7F6"/>
    <w:rsid w:val="0035584B"/>
    <w:rsid w:val="003559DB"/>
    <w:rsid w:val="003566A2"/>
    <w:rsid w:val="00357DEA"/>
    <w:rsid w:val="0036007B"/>
    <w:rsid w:val="00360502"/>
    <w:rsid w:val="00360A51"/>
    <w:rsid w:val="00360B6D"/>
    <w:rsid w:val="003615AC"/>
    <w:rsid w:val="0036270C"/>
    <w:rsid w:val="00362DBD"/>
    <w:rsid w:val="00362DFC"/>
    <w:rsid w:val="00363119"/>
    <w:rsid w:val="00363E5E"/>
    <w:rsid w:val="00364561"/>
    <w:rsid w:val="00364978"/>
    <w:rsid w:val="00364AF4"/>
    <w:rsid w:val="00364E2E"/>
    <w:rsid w:val="00364FBA"/>
    <w:rsid w:val="00365212"/>
    <w:rsid w:val="00365DAB"/>
    <w:rsid w:val="00365DBF"/>
    <w:rsid w:val="003667BE"/>
    <w:rsid w:val="00366CC1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468A"/>
    <w:rsid w:val="00376C8A"/>
    <w:rsid w:val="00376FCC"/>
    <w:rsid w:val="00377369"/>
    <w:rsid w:val="0037773D"/>
    <w:rsid w:val="00377979"/>
    <w:rsid w:val="00377BEA"/>
    <w:rsid w:val="00377D9C"/>
    <w:rsid w:val="00380457"/>
    <w:rsid w:val="00380905"/>
    <w:rsid w:val="0038153E"/>
    <w:rsid w:val="003815D8"/>
    <w:rsid w:val="003816AF"/>
    <w:rsid w:val="0038206E"/>
    <w:rsid w:val="00383212"/>
    <w:rsid w:val="003838EB"/>
    <w:rsid w:val="00383988"/>
    <w:rsid w:val="003840FA"/>
    <w:rsid w:val="0038487F"/>
    <w:rsid w:val="003859A1"/>
    <w:rsid w:val="003861AF"/>
    <w:rsid w:val="0038635C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791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3BC7"/>
    <w:rsid w:val="003A41D1"/>
    <w:rsid w:val="003A44AA"/>
    <w:rsid w:val="003A52D0"/>
    <w:rsid w:val="003A57F7"/>
    <w:rsid w:val="003A609C"/>
    <w:rsid w:val="003A60A2"/>
    <w:rsid w:val="003A7A6F"/>
    <w:rsid w:val="003B0569"/>
    <w:rsid w:val="003B1248"/>
    <w:rsid w:val="003B1A19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055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632A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5B65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6252"/>
    <w:rsid w:val="00407623"/>
    <w:rsid w:val="00410F74"/>
    <w:rsid w:val="0041152D"/>
    <w:rsid w:val="00412737"/>
    <w:rsid w:val="00412E5C"/>
    <w:rsid w:val="004132C2"/>
    <w:rsid w:val="004136F4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17DB6"/>
    <w:rsid w:val="00421AB5"/>
    <w:rsid w:val="004220D1"/>
    <w:rsid w:val="004223E6"/>
    <w:rsid w:val="00422899"/>
    <w:rsid w:val="0042346D"/>
    <w:rsid w:val="00425064"/>
    <w:rsid w:val="0042532A"/>
    <w:rsid w:val="00425EE1"/>
    <w:rsid w:val="004264B8"/>
    <w:rsid w:val="004267AA"/>
    <w:rsid w:val="00426BCF"/>
    <w:rsid w:val="0042737B"/>
    <w:rsid w:val="00430AEC"/>
    <w:rsid w:val="0043169E"/>
    <w:rsid w:val="00433391"/>
    <w:rsid w:val="0043342D"/>
    <w:rsid w:val="00433DF7"/>
    <w:rsid w:val="00434B02"/>
    <w:rsid w:val="004351F9"/>
    <w:rsid w:val="00435FB3"/>
    <w:rsid w:val="00436208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3DEE"/>
    <w:rsid w:val="004559C2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2B4C"/>
    <w:rsid w:val="00463483"/>
    <w:rsid w:val="00463CC6"/>
    <w:rsid w:val="00463E62"/>
    <w:rsid w:val="00464760"/>
    <w:rsid w:val="00465063"/>
    <w:rsid w:val="00465D58"/>
    <w:rsid w:val="004663BE"/>
    <w:rsid w:val="00466F0A"/>
    <w:rsid w:val="00467A24"/>
    <w:rsid w:val="00470281"/>
    <w:rsid w:val="00470392"/>
    <w:rsid w:val="0047123C"/>
    <w:rsid w:val="004718DA"/>
    <w:rsid w:val="00471C67"/>
    <w:rsid w:val="00472180"/>
    <w:rsid w:val="00472688"/>
    <w:rsid w:val="004730A8"/>
    <w:rsid w:val="004730DB"/>
    <w:rsid w:val="004733CD"/>
    <w:rsid w:val="004748C8"/>
    <w:rsid w:val="004748E1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4CA2"/>
    <w:rsid w:val="00484F69"/>
    <w:rsid w:val="00485B0A"/>
    <w:rsid w:val="00485DF8"/>
    <w:rsid w:val="004860B8"/>
    <w:rsid w:val="0048611F"/>
    <w:rsid w:val="00486B31"/>
    <w:rsid w:val="00486E88"/>
    <w:rsid w:val="0049010E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6E06"/>
    <w:rsid w:val="00497A19"/>
    <w:rsid w:val="004A00DD"/>
    <w:rsid w:val="004A0239"/>
    <w:rsid w:val="004A06AC"/>
    <w:rsid w:val="004A07F4"/>
    <w:rsid w:val="004A0A45"/>
    <w:rsid w:val="004A0F8C"/>
    <w:rsid w:val="004A2C45"/>
    <w:rsid w:val="004A2E44"/>
    <w:rsid w:val="004A3406"/>
    <w:rsid w:val="004A39E3"/>
    <w:rsid w:val="004A444C"/>
    <w:rsid w:val="004A45BB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532"/>
    <w:rsid w:val="004B1690"/>
    <w:rsid w:val="004B1834"/>
    <w:rsid w:val="004B19B8"/>
    <w:rsid w:val="004B1E78"/>
    <w:rsid w:val="004B3138"/>
    <w:rsid w:val="004B3A31"/>
    <w:rsid w:val="004B4493"/>
    <w:rsid w:val="004B5B2C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A44"/>
    <w:rsid w:val="004D3DF2"/>
    <w:rsid w:val="004D40E2"/>
    <w:rsid w:val="004D4715"/>
    <w:rsid w:val="004D493C"/>
    <w:rsid w:val="004D5033"/>
    <w:rsid w:val="004D5173"/>
    <w:rsid w:val="004D5833"/>
    <w:rsid w:val="004D6089"/>
    <w:rsid w:val="004D6A73"/>
    <w:rsid w:val="004D714B"/>
    <w:rsid w:val="004D77B4"/>
    <w:rsid w:val="004D7AC4"/>
    <w:rsid w:val="004D7D14"/>
    <w:rsid w:val="004E01DB"/>
    <w:rsid w:val="004E089C"/>
    <w:rsid w:val="004E0D16"/>
    <w:rsid w:val="004E0F97"/>
    <w:rsid w:val="004E0FFA"/>
    <w:rsid w:val="004E11F2"/>
    <w:rsid w:val="004E1B76"/>
    <w:rsid w:val="004E204E"/>
    <w:rsid w:val="004E2295"/>
    <w:rsid w:val="004E30AC"/>
    <w:rsid w:val="004E48FD"/>
    <w:rsid w:val="004E4916"/>
    <w:rsid w:val="004E4ACF"/>
    <w:rsid w:val="004E5961"/>
    <w:rsid w:val="004E5EEE"/>
    <w:rsid w:val="004E6A7F"/>
    <w:rsid w:val="004E6AA2"/>
    <w:rsid w:val="004E7159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78B"/>
    <w:rsid w:val="00500B54"/>
    <w:rsid w:val="005012FE"/>
    <w:rsid w:val="005015FA"/>
    <w:rsid w:val="005021F7"/>
    <w:rsid w:val="00502943"/>
    <w:rsid w:val="00502B4F"/>
    <w:rsid w:val="00502B66"/>
    <w:rsid w:val="00503D61"/>
    <w:rsid w:val="005052CE"/>
    <w:rsid w:val="005066DC"/>
    <w:rsid w:val="00506FD5"/>
    <w:rsid w:val="00507527"/>
    <w:rsid w:val="00507716"/>
    <w:rsid w:val="00507C7F"/>
    <w:rsid w:val="00507CD7"/>
    <w:rsid w:val="00510B82"/>
    <w:rsid w:val="00511398"/>
    <w:rsid w:val="0051288C"/>
    <w:rsid w:val="005128C3"/>
    <w:rsid w:val="00512C37"/>
    <w:rsid w:val="0051327D"/>
    <w:rsid w:val="00513D2C"/>
    <w:rsid w:val="0051543D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3BA2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37DB"/>
    <w:rsid w:val="00534111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61B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2FC"/>
    <w:rsid w:val="005444A8"/>
    <w:rsid w:val="005444C8"/>
    <w:rsid w:val="00545C3B"/>
    <w:rsid w:val="005462AD"/>
    <w:rsid w:val="00546CA9"/>
    <w:rsid w:val="00546F8E"/>
    <w:rsid w:val="005475B2"/>
    <w:rsid w:val="00547897"/>
    <w:rsid w:val="005500EF"/>
    <w:rsid w:val="0055050F"/>
    <w:rsid w:val="0055053B"/>
    <w:rsid w:val="00550ED0"/>
    <w:rsid w:val="00551B19"/>
    <w:rsid w:val="00551E32"/>
    <w:rsid w:val="00551F52"/>
    <w:rsid w:val="00552ACD"/>
    <w:rsid w:val="005531B7"/>
    <w:rsid w:val="0055482C"/>
    <w:rsid w:val="00554A92"/>
    <w:rsid w:val="00554B6C"/>
    <w:rsid w:val="00554BA0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B83"/>
    <w:rsid w:val="00564FC9"/>
    <w:rsid w:val="005662DB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4E9"/>
    <w:rsid w:val="00573A93"/>
    <w:rsid w:val="00573B66"/>
    <w:rsid w:val="00573E18"/>
    <w:rsid w:val="00573E31"/>
    <w:rsid w:val="005755F4"/>
    <w:rsid w:val="00575621"/>
    <w:rsid w:val="005761A3"/>
    <w:rsid w:val="0057719F"/>
    <w:rsid w:val="005771D9"/>
    <w:rsid w:val="005775CA"/>
    <w:rsid w:val="00577DA4"/>
    <w:rsid w:val="0058063D"/>
    <w:rsid w:val="0058109D"/>
    <w:rsid w:val="00581AA1"/>
    <w:rsid w:val="00582180"/>
    <w:rsid w:val="00583B42"/>
    <w:rsid w:val="00584245"/>
    <w:rsid w:val="00584939"/>
    <w:rsid w:val="00585416"/>
    <w:rsid w:val="00585C2A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48C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6DB"/>
    <w:rsid w:val="005A2C88"/>
    <w:rsid w:val="005A399C"/>
    <w:rsid w:val="005A4CDA"/>
    <w:rsid w:val="005A53E3"/>
    <w:rsid w:val="005A5FBA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2D03"/>
    <w:rsid w:val="005C30B6"/>
    <w:rsid w:val="005C317F"/>
    <w:rsid w:val="005C3851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0F44"/>
    <w:rsid w:val="005D13EA"/>
    <w:rsid w:val="005D20E1"/>
    <w:rsid w:val="005D2E30"/>
    <w:rsid w:val="005D2F18"/>
    <w:rsid w:val="005D44EA"/>
    <w:rsid w:val="005D49C7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FCB"/>
    <w:rsid w:val="005F28FE"/>
    <w:rsid w:val="005F295B"/>
    <w:rsid w:val="005F2C3A"/>
    <w:rsid w:val="005F32F6"/>
    <w:rsid w:val="005F3999"/>
    <w:rsid w:val="005F4F1C"/>
    <w:rsid w:val="005F53F6"/>
    <w:rsid w:val="005F5A25"/>
    <w:rsid w:val="005F5BF9"/>
    <w:rsid w:val="005F658F"/>
    <w:rsid w:val="005F65E2"/>
    <w:rsid w:val="005F6882"/>
    <w:rsid w:val="005F71CE"/>
    <w:rsid w:val="005F766E"/>
    <w:rsid w:val="005F7C07"/>
    <w:rsid w:val="005F7E0E"/>
    <w:rsid w:val="005F7F61"/>
    <w:rsid w:val="005F7FAE"/>
    <w:rsid w:val="0060033A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509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44DF"/>
    <w:rsid w:val="00615683"/>
    <w:rsid w:val="006201FB"/>
    <w:rsid w:val="0062037D"/>
    <w:rsid w:val="006204A9"/>
    <w:rsid w:val="00620B4C"/>
    <w:rsid w:val="00621698"/>
    <w:rsid w:val="00621EF0"/>
    <w:rsid w:val="00622413"/>
    <w:rsid w:val="006233B0"/>
    <w:rsid w:val="006233CE"/>
    <w:rsid w:val="00623CCD"/>
    <w:rsid w:val="00623E21"/>
    <w:rsid w:val="00624462"/>
    <w:rsid w:val="006248B0"/>
    <w:rsid w:val="006249DC"/>
    <w:rsid w:val="00624CA6"/>
    <w:rsid w:val="00626EF7"/>
    <w:rsid w:val="00626FC8"/>
    <w:rsid w:val="00627220"/>
    <w:rsid w:val="00630352"/>
    <w:rsid w:val="00630483"/>
    <w:rsid w:val="00630FFA"/>
    <w:rsid w:val="0063110B"/>
    <w:rsid w:val="00631E84"/>
    <w:rsid w:val="006321BF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3781D"/>
    <w:rsid w:val="00640E45"/>
    <w:rsid w:val="00641277"/>
    <w:rsid w:val="00643097"/>
    <w:rsid w:val="006431CA"/>
    <w:rsid w:val="006436E3"/>
    <w:rsid w:val="00643FD0"/>
    <w:rsid w:val="00644437"/>
    <w:rsid w:val="00645115"/>
    <w:rsid w:val="00645449"/>
    <w:rsid w:val="00646047"/>
    <w:rsid w:val="006462CA"/>
    <w:rsid w:val="00646643"/>
    <w:rsid w:val="006467E2"/>
    <w:rsid w:val="00646B9C"/>
    <w:rsid w:val="00647677"/>
    <w:rsid w:val="006478EA"/>
    <w:rsid w:val="00650C29"/>
    <w:rsid w:val="00650C9C"/>
    <w:rsid w:val="00650FAF"/>
    <w:rsid w:val="006515FE"/>
    <w:rsid w:val="00651DE6"/>
    <w:rsid w:val="00651F67"/>
    <w:rsid w:val="006522DB"/>
    <w:rsid w:val="00652487"/>
    <w:rsid w:val="00652934"/>
    <w:rsid w:val="00652BC1"/>
    <w:rsid w:val="00653D1B"/>
    <w:rsid w:val="00653E1D"/>
    <w:rsid w:val="00653F9A"/>
    <w:rsid w:val="006542F1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4AF"/>
    <w:rsid w:val="00666548"/>
    <w:rsid w:val="0066744F"/>
    <w:rsid w:val="006674DE"/>
    <w:rsid w:val="00667A7F"/>
    <w:rsid w:val="00670060"/>
    <w:rsid w:val="006708AC"/>
    <w:rsid w:val="0067095E"/>
    <w:rsid w:val="00670A2B"/>
    <w:rsid w:val="00670A49"/>
    <w:rsid w:val="006715E6"/>
    <w:rsid w:val="00671925"/>
    <w:rsid w:val="006723CC"/>
    <w:rsid w:val="00672A16"/>
    <w:rsid w:val="00673A17"/>
    <w:rsid w:val="006744ED"/>
    <w:rsid w:val="00675394"/>
    <w:rsid w:val="00675502"/>
    <w:rsid w:val="00675A26"/>
    <w:rsid w:val="00675E75"/>
    <w:rsid w:val="006763F8"/>
    <w:rsid w:val="00676609"/>
    <w:rsid w:val="00680142"/>
    <w:rsid w:val="006807F8"/>
    <w:rsid w:val="0068081B"/>
    <w:rsid w:val="00680C27"/>
    <w:rsid w:val="00680C28"/>
    <w:rsid w:val="00680EE1"/>
    <w:rsid w:val="00681D8B"/>
    <w:rsid w:val="00682105"/>
    <w:rsid w:val="00682749"/>
    <w:rsid w:val="00682961"/>
    <w:rsid w:val="0068346B"/>
    <w:rsid w:val="0068413E"/>
    <w:rsid w:val="006846C3"/>
    <w:rsid w:val="00684F25"/>
    <w:rsid w:val="00685388"/>
    <w:rsid w:val="006853AB"/>
    <w:rsid w:val="0068613F"/>
    <w:rsid w:val="006867E8"/>
    <w:rsid w:val="00687D71"/>
    <w:rsid w:val="00687D94"/>
    <w:rsid w:val="00690C11"/>
    <w:rsid w:val="00691FDB"/>
    <w:rsid w:val="00692019"/>
    <w:rsid w:val="00692237"/>
    <w:rsid w:val="00692B74"/>
    <w:rsid w:val="00693ABB"/>
    <w:rsid w:val="0069448C"/>
    <w:rsid w:val="00694BF4"/>
    <w:rsid w:val="0069504E"/>
    <w:rsid w:val="00695565"/>
    <w:rsid w:val="006957F7"/>
    <w:rsid w:val="006966B4"/>
    <w:rsid w:val="006972FF"/>
    <w:rsid w:val="00697561"/>
    <w:rsid w:val="00697915"/>
    <w:rsid w:val="006A099A"/>
    <w:rsid w:val="006A179D"/>
    <w:rsid w:val="006A1AE1"/>
    <w:rsid w:val="006A2726"/>
    <w:rsid w:val="006A284F"/>
    <w:rsid w:val="006A312C"/>
    <w:rsid w:val="006A3A3D"/>
    <w:rsid w:val="006A441C"/>
    <w:rsid w:val="006A4772"/>
    <w:rsid w:val="006A4EFC"/>
    <w:rsid w:val="006A63F2"/>
    <w:rsid w:val="006A731C"/>
    <w:rsid w:val="006A795C"/>
    <w:rsid w:val="006A7ACD"/>
    <w:rsid w:val="006B02A4"/>
    <w:rsid w:val="006B02E0"/>
    <w:rsid w:val="006B04F1"/>
    <w:rsid w:val="006B0589"/>
    <w:rsid w:val="006B0E3C"/>
    <w:rsid w:val="006B21CB"/>
    <w:rsid w:val="006B2335"/>
    <w:rsid w:val="006B2350"/>
    <w:rsid w:val="006B2520"/>
    <w:rsid w:val="006B3907"/>
    <w:rsid w:val="006B41ED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4ACC"/>
    <w:rsid w:val="006C5AF8"/>
    <w:rsid w:val="006C7544"/>
    <w:rsid w:val="006C7B39"/>
    <w:rsid w:val="006D1B3A"/>
    <w:rsid w:val="006D25CC"/>
    <w:rsid w:val="006D2600"/>
    <w:rsid w:val="006D28FF"/>
    <w:rsid w:val="006D2A6B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66B"/>
    <w:rsid w:val="006E3732"/>
    <w:rsid w:val="006E3AFB"/>
    <w:rsid w:val="006E4213"/>
    <w:rsid w:val="006E4221"/>
    <w:rsid w:val="006E438C"/>
    <w:rsid w:val="006E4A7F"/>
    <w:rsid w:val="006E53EA"/>
    <w:rsid w:val="006E6924"/>
    <w:rsid w:val="006E6F70"/>
    <w:rsid w:val="006E7041"/>
    <w:rsid w:val="006E73E3"/>
    <w:rsid w:val="006E78EF"/>
    <w:rsid w:val="006E7CCC"/>
    <w:rsid w:val="006F01AC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AF1"/>
    <w:rsid w:val="006F5B23"/>
    <w:rsid w:val="006F6047"/>
    <w:rsid w:val="006F60A4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1CC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0611"/>
    <w:rsid w:val="0073101B"/>
    <w:rsid w:val="00731713"/>
    <w:rsid w:val="007321C1"/>
    <w:rsid w:val="00732D9E"/>
    <w:rsid w:val="0073308E"/>
    <w:rsid w:val="00733124"/>
    <w:rsid w:val="00733367"/>
    <w:rsid w:val="00733809"/>
    <w:rsid w:val="0073392A"/>
    <w:rsid w:val="00733989"/>
    <w:rsid w:val="00733CEE"/>
    <w:rsid w:val="007342CA"/>
    <w:rsid w:val="007351E8"/>
    <w:rsid w:val="00735794"/>
    <w:rsid w:val="0073686C"/>
    <w:rsid w:val="00736A01"/>
    <w:rsid w:val="00740045"/>
    <w:rsid w:val="007405D1"/>
    <w:rsid w:val="00740B6D"/>
    <w:rsid w:val="00741627"/>
    <w:rsid w:val="00741E4A"/>
    <w:rsid w:val="0074227E"/>
    <w:rsid w:val="00743580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2DB4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029"/>
    <w:rsid w:val="0075791E"/>
    <w:rsid w:val="00757D23"/>
    <w:rsid w:val="0076103F"/>
    <w:rsid w:val="007612CE"/>
    <w:rsid w:val="007619E8"/>
    <w:rsid w:val="00761BF2"/>
    <w:rsid w:val="00761DE1"/>
    <w:rsid w:val="00762215"/>
    <w:rsid w:val="00763ECF"/>
    <w:rsid w:val="007645CD"/>
    <w:rsid w:val="00764D91"/>
    <w:rsid w:val="00765831"/>
    <w:rsid w:val="00765D63"/>
    <w:rsid w:val="00765E78"/>
    <w:rsid w:val="00766102"/>
    <w:rsid w:val="007675C9"/>
    <w:rsid w:val="00767C18"/>
    <w:rsid w:val="0077058C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43CB"/>
    <w:rsid w:val="00775CCA"/>
    <w:rsid w:val="00777AE1"/>
    <w:rsid w:val="00777AFB"/>
    <w:rsid w:val="00777B4E"/>
    <w:rsid w:val="00777ED7"/>
    <w:rsid w:val="0078098B"/>
    <w:rsid w:val="007813C7"/>
    <w:rsid w:val="00781B02"/>
    <w:rsid w:val="00783E87"/>
    <w:rsid w:val="00784FD9"/>
    <w:rsid w:val="007850B1"/>
    <w:rsid w:val="00785179"/>
    <w:rsid w:val="007874A4"/>
    <w:rsid w:val="00787D1C"/>
    <w:rsid w:val="007902B2"/>
    <w:rsid w:val="0079108E"/>
    <w:rsid w:val="00791791"/>
    <w:rsid w:val="00791ED9"/>
    <w:rsid w:val="0079254F"/>
    <w:rsid w:val="00792900"/>
    <w:rsid w:val="00792C83"/>
    <w:rsid w:val="007935BD"/>
    <w:rsid w:val="00793669"/>
    <w:rsid w:val="00793715"/>
    <w:rsid w:val="00793C0F"/>
    <w:rsid w:val="00793D53"/>
    <w:rsid w:val="00794A83"/>
    <w:rsid w:val="0079563F"/>
    <w:rsid w:val="0079576B"/>
    <w:rsid w:val="0079633F"/>
    <w:rsid w:val="0079694F"/>
    <w:rsid w:val="00796A9C"/>
    <w:rsid w:val="00796CF8"/>
    <w:rsid w:val="00797DAE"/>
    <w:rsid w:val="00797DC3"/>
    <w:rsid w:val="007A1606"/>
    <w:rsid w:val="007A175B"/>
    <w:rsid w:val="007A1CE5"/>
    <w:rsid w:val="007A1D7D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191C"/>
    <w:rsid w:val="007B23C9"/>
    <w:rsid w:val="007B29B6"/>
    <w:rsid w:val="007B3042"/>
    <w:rsid w:val="007B3A85"/>
    <w:rsid w:val="007B439F"/>
    <w:rsid w:val="007B4744"/>
    <w:rsid w:val="007B4FA5"/>
    <w:rsid w:val="007B55E5"/>
    <w:rsid w:val="007B5EEE"/>
    <w:rsid w:val="007B64BE"/>
    <w:rsid w:val="007B69D8"/>
    <w:rsid w:val="007B75F8"/>
    <w:rsid w:val="007C043B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0B8"/>
    <w:rsid w:val="007D23FE"/>
    <w:rsid w:val="007D3129"/>
    <w:rsid w:val="007D359F"/>
    <w:rsid w:val="007D35BF"/>
    <w:rsid w:val="007D40ED"/>
    <w:rsid w:val="007D48AB"/>
    <w:rsid w:val="007D4EA4"/>
    <w:rsid w:val="007D5609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28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3D8"/>
    <w:rsid w:val="008064AF"/>
    <w:rsid w:val="00806DBD"/>
    <w:rsid w:val="00807858"/>
    <w:rsid w:val="00807C5A"/>
    <w:rsid w:val="00807C63"/>
    <w:rsid w:val="00810492"/>
    <w:rsid w:val="00810EB7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0E8"/>
    <w:rsid w:val="008222E1"/>
    <w:rsid w:val="008222F6"/>
    <w:rsid w:val="00822605"/>
    <w:rsid w:val="00822937"/>
    <w:rsid w:val="008232B4"/>
    <w:rsid w:val="00823EA7"/>
    <w:rsid w:val="00825171"/>
    <w:rsid w:val="008256FF"/>
    <w:rsid w:val="00825AB8"/>
    <w:rsid w:val="00825CF8"/>
    <w:rsid w:val="0082619C"/>
    <w:rsid w:val="0082664D"/>
    <w:rsid w:val="00826BE7"/>
    <w:rsid w:val="00826D45"/>
    <w:rsid w:val="008305CC"/>
    <w:rsid w:val="00830F02"/>
    <w:rsid w:val="00831193"/>
    <w:rsid w:val="00831685"/>
    <w:rsid w:val="00831B01"/>
    <w:rsid w:val="00831F8F"/>
    <w:rsid w:val="00833553"/>
    <w:rsid w:val="008335F3"/>
    <w:rsid w:val="008336ED"/>
    <w:rsid w:val="00833735"/>
    <w:rsid w:val="00834357"/>
    <w:rsid w:val="00834656"/>
    <w:rsid w:val="0083494F"/>
    <w:rsid w:val="00834C84"/>
    <w:rsid w:val="00834F18"/>
    <w:rsid w:val="00835C1B"/>
    <w:rsid w:val="00835DB9"/>
    <w:rsid w:val="00836779"/>
    <w:rsid w:val="00836DFE"/>
    <w:rsid w:val="0084083B"/>
    <w:rsid w:val="00840B6F"/>
    <w:rsid w:val="008416C2"/>
    <w:rsid w:val="00841C7C"/>
    <w:rsid w:val="00842016"/>
    <w:rsid w:val="00842D7F"/>
    <w:rsid w:val="0084397C"/>
    <w:rsid w:val="00843B25"/>
    <w:rsid w:val="00844187"/>
    <w:rsid w:val="00844436"/>
    <w:rsid w:val="008444A9"/>
    <w:rsid w:val="00844514"/>
    <w:rsid w:val="00844ABE"/>
    <w:rsid w:val="008451D8"/>
    <w:rsid w:val="0084552A"/>
    <w:rsid w:val="00845845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7F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735"/>
    <w:rsid w:val="00857F75"/>
    <w:rsid w:val="008600EC"/>
    <w:rsid w:val="00860980"/>
    <w:rsid w:val="008610E8"/>
    <w:rsid w:val="00861AC2"/>
    <w:rsid w:val="0086248E"/>
    <w:rsid w:val="0086355D"/>
    <w:rsid w:val="00866267"/>
    <w:rsid w:val="008663AB"/>
    <w:rsid w:val="00867392"/>
    <w:rsid w:val="008704B1"/>
    <w:rsid w:val="00870C9A"/>
    <w:rsid w:val="008710DC"/>
    <w:rsid w:val="0087117E"/>
    <w:rsid w:val="00871BF4"/>
    <w:rsid w:val="00872B4E"/>
    <w:rsid w:val="00873FE4"/>
    <w:rsid w:val="008746DD"/>
    <w:rsid w:val="00874A29"/>
    <w:rsid w:val="00875088"/>
    <w:rsid w:val="00876442"/>
    <w:rsid w:val="0087679B"/>
    <w:rsid w:val="0088092A"/>
    <w:rsid w:val="00880DE8"/>
    <w:rsid w:val="0088152D"/>
    <w:rsid w:val="00881A6D"/>
    <w:rsid w:val="00881CE7"/>
    <w:rsid w:val="00882485"/>
    <w:rsid w:val="00882763"/>
    <w:rsid w:val="00882BA3"/>
    <w:rsid w:val="00883E72"/>
    <w:rsid w:val="0088450A"/>
    <w:rsid w:val="0088558E"/>
    <w:rsid w:val="00885865"/>
    <w:rsid w:val="00885CAF"/>
    <w:rsid w:val="00886611"/>
    <w:rsid w:val="00887831"/>
    <w:rsid w:val="00890737"/>
    <w:rsid w:val="00890EF2"/>
    <w:rsid w:val="00892090"/>
    <w:rsid w:val="0089229E"/>
    <w:rsid w:val="0089348C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3D65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3116"/>
    <w:rsid w:val="008B3704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132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3889"/>
    <w:rsid w:val="008C4096"/>
    <w:rsid w:val="008C40B2"/>
    <w:rsid w:val="008C47E9"/>
    <w:rsid w:val="008C4AE9"/>
    <w:rsid w:val="008C526F"/>
    <w:rsid w:val="008C5EB0"/>
    <w:rsid w:val="008C6232"/>
    <w:rsid w:val="008C6FE0"/>
    <w:rsid w:val="008C747F"/>
    <w:rsid w:val="008C7E06"/>
    <w:rsid w:val="008D0827"/>
    <w:rsid w:val="008D1022"/>
    <w:rsid w:val="008D220B"/>
    <w:rsid w:val="008D22E4"/>
    <w:rsid w:val="008D285E"/>
    <w:rsid w:val="008D2CC6"/>
    <w:rsid w:val="008D2DCB"/>
    <w:rsid w:val="008D3FAF"/>
    <w:rsid w:val="008D40FA"/>
    <w:rsid w:val="008D45C5"/>
    <w:rsid w:val="008D481E"/>
    <w:rsid w:val="008D5919"/>
    <w:rsid w:val="008D5AA3"/>
    <w:rsid w:val="008D5F57"/>
    <w:rsid w:val="008D6020"/>
    <w:rsid w:val="008D6D04"/>
    <w:rsid w:val="008D6DF2"/>
    <w:rsid w:val="008D7E16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C1A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1F95"/>
    <w:rsid w:val="008F2C5D"/>
    <w:rsid w:val="008F2DA9"/>
    <w:rsid w:val="008F3289"/>
    <w:rsid w:val="008F42EC"/>
    <w:rsid w:val="008F50E4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48F"/>
    <w:rsid w:val="00903614"/>
    <w:rsid w:val="009040A3"/>
    <w:rsid w:val="009044EC"/>
    <w:rsid w:val="009045AA"/>
    <w:rsid w:val="00904B0C"/>
    <w:rsid w:val="00905409"/>
    <w:rsid w:val="00905F62"/>
    <w:rsid w:val="00906894"/>
    <w:rsid w:val="00906C22"/>
    <w:rsid w:val="00906D97"/>
    <w:rsid w:val="00907FA1"/>
    <w:rsid w:val="0091029F"/>
    <w:rsid w:val="009107AD"/>
    <w:rsid w:val="00910F64"/>
    <w:rsid w:val="0091231B"/>
    <w:rsid w:val="00912377"/>
    <w:rsid w:val="009137D1"/>
    <w:rsid w:val="009143B1"/>
    <w:rsid w:val="00915949"/>
    <w:rsid w:val="00915AEE"/>
    <w:rsid w:val="009164C8"/>
    <w:rsid w:val="009164E9"/>
    <w:rsid w:val="00916C9E"/>
    <w:rsid w:val="009172B2"/>
    <w:rsid w:val="0091738D"/>
    <w:rsid w:val="009179AD"/>
    <w:rsid w:val="00917EA8"/>
    <w:rsid w:val="00920B8F"/>
    <w:rsid w:val="00921518"/>
    <w:rsid w:val="009216F6"/>
    <w:rsid w:val="00921934"/>
    <w:rsid w:val="00921BFE"/>
    <w:rsid w:val="00922179"/>
    <w:rsid w:val="0092224F"/>
    <w:rsid w:val="00922789"/>
    <w:rsid w:val="00922C65"/>
    <w:rsid w:val="0092301D"/>
    <w:rsid w:val="0092363E"/>
    <w:rsid w:val="0092383E"/>
    <w:rsid w:val="00924316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105"/>
    <w:rsid w:val="009334DE"/>
    <w:rsid w:val="00934140"/>
    <w:rsid w:val="0093503C"/>
    <w:rsid w:val="009351CA"/>
    <w:rsid w:val="00935920"/>
    <w:rsid w:val="00935E84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6CC"/>
    <w:rsid w:val="00960F8D"/>
    <w:rsid w:val="009610F2"/>
    <w:rsid w:val="00961F47"/>
    <w:rsid w:val="00962D96"/>
    <w:rsid w:val="0096372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377"/>
    <w:rsid w:val="009757B7"/>
    <w:rsid w:val="00975B1A"/>
    <w:rsid w:val="00975BD2"/>
    <w:rsid w:val="00975D0C"/>
    <w:rsid w:val="009762B5"/>
    <w:rsid w:val="009762E3"/>
    <w:rsid w:val="009768D0"/>
    <w:rsid w:val="00977100"/>
    <w:rsid w:val="00977250"/>
    <w:rsid w:val="009772E3"/>
    <w:rsid w:val="00977621"/>
    <w:rsid w:val="00977EFA"/>
    <w:rsid w:val="0098180D"/>
    <w:rsid w:val="009823DA"/>
    <w:rsid w:val="009824DD"/>
    <w:rsid w:val="00982AD9"/>
    <w:rsid w:val="00983624"/>
    <w:rsid w:val="00983B1C"/>
    <w:rsid w:val="00984996"/>
    <w:rsid w:val="0098560E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357B"/>
    <w:rsid w:val="009936B9"/>
    <w:rsid w:val="0099448E"/>
    <w:rsid w:val="00994948"/>
    <w:rsid w:val="00994B76"/>
    <w:rsid w:val="00995E2E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536"/>
    <w:rsid w:val="009A7E00"/>
    <w:rsid w:val="009B0929"/>
    <w:rsid w:val="009B1251"/>
    <w:rsid w:val="009B12D2"/>
    <w:rsid w:val="009B297C"/>
    <w:rsid w:val="009B37D0"/>
    <w:rsid w:val="009B3B4B"/>
    <w:rsid w:val="009B442E"/>
    <w:rsid w:val="009B44EF"/>
    <w:rsid w:val="009B520D"/>
    <w:rsid w:val="009B5217"/>
    <w:rsid w:val="009B5289"/>
    <w:rsid w:val="009B534D"/>
    <w:rsid w:val="009B61F2"/>
    <w:rsid w:val="009B6BE3"/>
    <w:rsid w:val="009B732A"/>
    <w:rsid w:val="009C0513"/>
    <w:rsid w:val="009C0F1E"/>
    <w:rsid w:val="009C357E"/>
    <w:rsid w:val="009C3AD9"/>
    <w:rsid w:val="009C3D4F"/>
    <w:rsid w:val="009C557C"/>
    <w:rsid w:val="009C5800"/>
    <w:rsid w:val="009C5EB2"/>
    <w:rsid w:val="009C60E9"/>
    <w:rsid w:val="009C649B"/>
    <w:rsid w:val="009C6B00"/>
    <w:rsid w:val="009C776F"/>
    <w:rsid w:val="009D00FC"/>
    <w:rsid w:val="009D0905"/>
    <w:rsid w:val="009D106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6717"/>
    <w:rsid w:val="009D77BF"/>
    <w:rsid w:val="009D7A3C"/>
    <w:rsid w:val="009E0545"/>
    <w:rsid w:val="009E1679"/>
    <w:rsid w:val="009E1A90"/>
    <w:rsid w:val="009E2123"/>
    <w:rsid w:val="009E2A54"/>
    <w:rsid w:val="009E317F"/>
    <w:rsid w:val="009E36A9"/>
    <w:rsid w:val="009E3A1F"/>
    <w:rsid w:val="009E40EA"/>
    <w:rsid w:val="009E43D9"/>
    <w:rsid w:val="009E5C5A"/>
    <w:rsid w:val="009E62A4"/>
    <w:rsid w:val="009E6E65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2155"/>
    <w:rsid w:val="00A024F6"/>
    <w:rsid w:val="00A031F2"/>
    <w:rsid w:val="00A03949"/>
    <w:rsid w:val="00A03A80"/>
    <w:rsid w:val="00A03C3A"/>
    <w:rsid w:val="00A04D83"/>
    <w:rsid w:val="00A05E07"/>
    <w:rsid w:val="00A070AD"/>
    <w:rsid w:val="00A075B1"/>
    <w:rsid w:val="00A10935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0FFE"/>
    <w:rsid w:val="00A210CC"/>
    <w:rsid w:val="00A21567"/>
    <w:rsid w:val="00A2263C"/>
    <w:rsid w:val="00A227E6"/>
    <w:rsid w:val="00A22C90"/>
    <w:rsid w:val="00A22D51"/>
    <w:rsid w:val="00A2349E"/>
    <w:rsid w:val="00A237A7"/>
    <w:rsid w:val="00A24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A47"/>
    <w:rsid w:val="00A32D10"/>
    <w:rsid w:val="00A32D2B"/>
    <w:rsid w:val="00A32EE9"/>
    <w:rsid w:val="00A330C1"/>
    <w:rsid w:val="00A34265"/>
    <w:rsid w:val="00A3468A"/>
    <w:rsid w:val="00A34C5E"/>
    <w:rsid w:val="00A351A1"/>
    <w:rsid w:val="00A3576B"/>
    <w:rsid w:val="00A359AC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2AF"/>
    <w:rsid w:val="00A42312"/>
    <w:rsid w:val="00A42DD7"/>
    <w:rsid w:val="00A43641"/>
    <w:rsid w:val="00A437D0"/>
    <w:rsid w:val="00A44AB0"/>
    <w:rsid w:val="00A45157"/>
    <w:rsid w:val="00A4609F"/>
    <w:rsid w:val="00A46BFC"/>
    <w:rsid w:val="00A47A68"/>
    <w:rsid w:val="00A5199C"/>
    <w:rsid w:val="00A51A39"/>
    <w:rsid w:val="00A52349"/>
    <w:rsid w:val="00A5239F"/>
    <w:rsid w:val="00A5263D"/>
    <w:rsid w:val="00A528BA"/>
    <w:rsid w:val="00A52B47"/>
    <w:rsid w:val="00A53157"/>
    <w:rsid w:val="00A53687"/>
    <w:rsid w:val="00A537F1"/>
    <w:rsid w:val="00A54732"/>
    <w:rsid w:val="00A55529"/>
    <w:rsid w:val="00A55593"/>
    <w:rsid w:val="00A55EE3"/>
    <w:rsid w:val="00A56D6A"/>
    <w:rsid w:val="00A5782C"/>
    <w:rsid w:val="00A6004F"/>
    <w:rsid w:val="00A603A9"/>
    <w:rsid w:val="00A60630"/>
    <w:rsid w:val="00A61B62"/>
    <w:rsid w:val="00A61B66"/>
    <w:rsid w:val="00A62C1A"/>
    <w:rsid w:val="00A63370"/>
    <w:rsid w:val="00A63874"/>
    <w:rsid w:val="00A63B79"/>
    <w:rsid w:val="00A63CD6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027"/>
    <w:rsid w:val="00A95189"/>
    <w:rsid w:val="00A95469"/>
    <w:rsid w:val="00A9547A"/>
    <w:rsid w:val="00A95A6B"/>
    <w:rsid w:val="00A96744"/>
    <w:rsid w:val="00A96B8B"/>
    <w:rsid w:val="00A96C89"/>
    <w:rsid w:val="00A97659"/>
    <w:rsid w:val="00A97820"/>
    <w:rsid w:val="00A97863"/>
    <w:rsid w:val="00AA0BC7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52"/>
    <w:rsid w:val="00AA5189"/>
    <w:rsid w:val="00AA5451"/>
    <w:rsid w:val="00AA551E"/>
    <w:rsid w:val="00AA5520"/>
    <w:rsid w:val="00AA5701"/>
    <w:rsid w:val="00AA7612"/>
    <w:rsid w:val="00AA7EC6"/>
    <w:rsid w:val="00AB0078"/>
    <w:rsid w:val="00AB0C5E"/>
    <w:rsid w:val="00AB1551"/>
    <w:rsid w:val="00AB2043"/>
    <w:rsid w:val="00AB2721"/>
    <w:rsid w:val="00AB488D"/>
    <w:rsid w:val="00AB48D8"/>
    <w:rsid w:val="00AB5DD5"/>
    <w:rsid w:val="00AB6079"/>
    <w:rsid w:val="00AB6AEE"/>
    <w:rsid w:val="00AB7F7D"/>
    <w:rsid w:val="00AC0AE6"/>
    <w:rsid w:val="00AC0D91"/>
    <w:rsid w:val="00AC0F8C"/>
    <w:rsid w:val="00AC1539"/>
    <w:rsid w:val="00AC15DF"/>
    <w:rsid w:val="00AC1E32"/>
    <w:rsid w:val="00AC2307"/>
    <w:rsid w:val="00AC33E5"/>
    <w:rsid w:val="00AC4285"/>
    <w:rsid w:val="00AC4504"/>
    <w:rsid w:val="00AC4A8A"/>
    <w:rsid w:val="00AC4BC1"/>
    <w:rsid w:val="00AC529E"/>
    <w:rsid w:val="00AC53AC"/>
    <w:rsid w:val="00AC57F5"/>
    <w:rsid w:val="00AC6AFE"/>
    <w:rsid w:val="00AC6E95"/>
    <w:rsid w:val="00AC7F89"/>
    <w:rsid w:val="00AD016F"/>
    <w:rsid w:val="00AD08CD"/>
    <w:rsid w:val="00AD0B4E"/>
    <w:rsid w:val="00AD126D"/>
    <w:rsid w:val="00AD1885"/>
    <w:rsid w:val="00AD1917"/>
    <w:rsid w:val="00AD1D3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3779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E74B0"/>
    <w:rsid w:val="00AF0EE5"/>
    <w:rsid w:val="00AF0F0B"/>
    <w:rsid w:val="00AF139E"/>
    <w:rsid w:val="00AF21B1"/>
    <w:rsid w:val="00AF2B8A"/>
    <w:rsid w:val="00AF2BD0"/>
    <w:rsid w:val="00AF38C5"/>
    <w:rsid w:val="00AF3A32"/>
    <w:rsid w:val="00AF3DA9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086"/>
    <w:rsid w:val="00B04592"/>
    <w:rsid w:val="00B046AA"/>
    <w:rsid w:val="00B04BC5"/>
    <w:rsid w:val="00B04DF9"/>
    <w:rsid w:val="00B04E3B"/>
    <w:rsid w:val="00B05343"/>
    <w:rsid w:val="00B05634"/>
    <w:rsid w:val="00B05BE7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36C6"/>
    <w:rsid w:val="00B1426B"/>
    <w:rsid w:val="00B1573B"/>
    <w:rsid w:val="00B161CD"/>
    <w:rsid w:val="00B16827"/>
    <w:rsid w:val="00B168BA"/>
    <w:rsid w:val="00B16E6B"/>
    <w:rsid w:val="00B17AC1"/>
    <w:rsid w:val="00B203E8"/>
    <w:rsid w:val="00B207C4"/>
    <w:rsid w:val="00B20857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4199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3F88"/>
    <w:rsid w:val="00B3450F"/>
    <w:rsid w:val="00B36B35"/>
    <w:rsid w:val="00B36C64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184"/>
    <w:rsid w:val="00B4797A"/>
    <w:rsid w:val="00B47A4B"/>
    <w:rsid w:val="00B47CC5"/>
    <w:rsid w:val="00B50EC2"/>
    <w:rsid w:val="00B50F1F"/>
    <w:rsid w:val="00B5121E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34E"/>
    <w:rsid w:val="00B554B5"/>
    <w:rsid w:val="00B55666"/>
    <w:rsid w:val="00B55F24"/>
    <w:rsid w:val="00B56680"/>
    <w:rsid w:val="00B56F0A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49AA"/>
    <w:rsid w:val="00B64B09"/>
    <w:rsid w:val="00B65170"/>
    <w:rsid w:val="00B65FE5"/>
    <w:rsid w:val="00B6709C"/>
    <w:rsid w:val="00B70306"/>
    <w:rsid w:val="00B70B5E"/>
    <w:rsid w:val="00B70BE5"/>
    <w:rsid w:val="00B70C1B"/>
    <w:rsid w:val="00B70D70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575"/>
    <w:rsid w:val="00B80EE7"/>
    <w:rsid w:val="00B811CF"/>
    <w:rsid w:val="00B8148F"/>
    <w:rsid w:val="00B817B4"/>
    <w:rsid w:val="00B81AD5"/>
    <w:rsid w:val="00B82898"/>
    <w:rsid w:val="00B84F94"/>
    <w:rsid w:val="00B85AED"/>
    <w:rsid w:val="00B85CBA"/>
    <w:rsid w:val="00B85EBC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7A7"/>
    <w:rsid w:val="00BB2811"/>
    <w:rsid w:val="00BB2FF3"/>
    <w:rsid w:val="00BB386A"/>
    <w:rsid w:val="00BB4F14"/>
    <w:rsid w:val="00BB5042"/>
    <w:rsid w:val="00BB5753"/>
    <w:rsid w:val="00BB5928"/>
    <w:rsid w:val="00BB59B6"/>
    <w:rsid w:val="00BB612E"/>
    <w:rsid w:val="00BB6149"/>
    <w:rsid w:val="00BB6F2E"/>
    <w:rsid w:val="00BB767A"/>
    <w:rsid w:val="00BC03E7"/>
    <w:rsid w:val="00BC0A24"/>
    <w:rsid w:val="00BC10B3"/>
    <w:rsid w:val="00BC11BA"/>
    <w:rsid w:val="00BC17E6"/>
    <w:rsid w:val="00BC2369"/>
    <w:rsid w:val="00BC249A"/>
    <w:rsid w:val="00BC2549"/>
    <w:rsid w:val="00BC275F"/>
    <w:rsid w:val="00BC288B"/>
    <w:rsid w:val="00BC2A81"/>
    <w:rsid w:val="00BC3B9E"/>
    <w:rsid w:val="00BC42A7"/>
    <w:rsid w:val="00BC5469"/>
    <w:rsid w:val="00BC5989"/>
    <w:rsid w:val="00BC5F49"/>
    <w:rsid w:val="00BC68F6"/>
    <w:rsid w:val="00BC6F8F"/>
    <w:rsid w:val="00BC75C5"/>
    <w:rsid w:val="00BC779A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402E"/>
    <w:rsid w:val="00BD40D2"/>
    <w:rsid w:val="00BD52C7"/>
    <w:rsid w:val="00BD5421"/>
    <w:rsid w:val="00BD5423"/>
    <w:rsid w:val="00BD551B"/>
    <w:rsid w:val="00BD63A0"/>
    <w:rsid w:val="00BD6B28"/>
    <w:rsid w:val="00BD7215"/>
    <w:rsid w:val="00BD75CA"/>
    <w:rsid w:val="00BE02D1"/>
    <w:rsid w:val="00BE0742"/>
    <w:rsid w:val="00BE28B0"/>
    <w:rsid w:val="00BE3BF8"/>
    <w:rsid w:val="00BE444B"/>
    <w:rsid w:val="00BE5052"/>
    <w:rsid w:val="00BE519B"/>
    <w:rsid w:val="00BE5864"/>
    <w:rsid w:val="00BE60B8"/>
    <w:rsid w:val="00BE619B"/>
    <w:rsid w:val="00BE651E"/>
    <w:rsid w:val="00BE686A"/>
    <w:rsid w:val="00BE6EBF"/>
    <w:rsid w:val="00BF0997"/>
    <w:rsid w:val="00BF14CC"/>
    <w:rsid w:val="00BF1915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736"/>
    <w:rsid w:val="00C008C3"/>
    <w:rsid w:val="00C01359"/>
    <w:rsid w:val="00C02729"/>
    <w:rsid w:val="00C02B71"/>
    <w:rsid w:val="00C04777"/>
    <w:rsid w:val="00C0499C"/>
    <w:rsid w:val="00C04DD0"/>
    <w:rsid w:val="00C04E45"/>
    <w:rsid w:val="00C051B8"/>
    <w:rsid w:val="00C054FD"/>
    <w:rsid w:val="00C056C0"/>
    <w:rsid w:val="00C05968"/>
    <w:rsid w:val="00C05D90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16E8"/>
    <w:rsid w:val="00C22E58"/>
    <w:rsid w:val="00C23EA2"/>
    <w:rsid w:val="00C25249"/>
    <w:rsid w:val="00C2558D"/>
    <w:rsid w:val="00C25889"/>
    <w:rsid w:val="00C26107"/>
    <w:rsid w:val="00C267EC"/>
    <w:rsid w:val="00C26CF0"/>
    <w:rsid w:val="00C27AD4"/>
    <w:rsid w:val="00C3074C"/>
    <w:rsid w:val="00C312DC"/>
    <w:rsid w:val="00C321F9"/>
    <w:rsid w:val="00C32546"/>
    <w:rsid w:val="00C32548"/>
    <w:rsid w:val="00C33006"/>
    <w:rsid w:val="00C3300C"/>
    <w:rsid w:val="00C33B69"/>
    <w:rsid w:val="00C343A5"/>
    <w:rsid w:val="00C34675"/>
    <w:rsid w:val="00C347D0"/>
    <w:rsid w:val="00C35109"/>
    <w:rsid w:val="00C351CE"/>
    <w:rsid w:val="00C3587A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43B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60E"/>
    <w:rsid w:val="00C549F6"/>
    <w:rsid w:val="00C54FEF"/>
    <w:rsid w:val="00C553D7"/>
    <w:rsid w:val="00C5559C"/>
    <w:rsid w:val="00C5580D"/>
    <w:rsid w:val="00C56218"/>
    <w:rsid w:val="00C567AE"/>
    <w:rsid w:val="00C5759C"/>
    <w:rsid w:val="00C57CB8"/>
    <w:rsid w:val="00C602BA"/>
    <w:rsid w:val="00C60FC2"/>
    <w:rsid w:val="00C61159"/>
    <w:rsid w:val="00C6116F"/>
    <w:rsid w:val="00C617AF"/>
    <w:rsid w:val="00C61D14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5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7A2"/>
    <w:rsid w:val="00C7490B"/>
    <w:rsid w:val="00C74A87"/>
    <w:rsid w:val="00C752FC"/>
    <w:rsid w:val="00C7532B"/>
    <w:rsid w:val="00C75AEC"/>
    <w:rsid w:val="00C75BA8"/>
    <w:rsid w:val="00C76369"/>
    <w:rsid w:val="00C766E6"/>
    <w:rsid w:val="00C77EC3"/>
    <w:rsid w:val="00C802CA"/>
    <w:rsid w:val="00C80B9F"/>
    <w:rsid w:val="00C80BDF"/>
    <w:rsid w:val="00C80D7B"/>
    <w:rsid w:val="00C8126E"/>
    <w:rsid w:val="00C8139E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0BCF"/>
    <w:rsid w:val="00C914E0"/>
    <w:rsid w:val="00C915CB"/>
    <w:rsid w:val="00C92697"/>
    <w:rsid w:val="00C928D1"/>
    <w:rsid w:val="00C92F04"/>
    <w:rsid w:val="00C93CB2"/>
    <w:rsid w:val="00C93D4C"/>
    <w:rsid w:val="00C9424E"/>
    <w:rsid w:val="00C943E0"/>
    <w:rsid w:val="00C9674D"/>
    <w:rsid w:val="00C9708E"/>
    <w:rsid w:val="00CA0053"/>
    <w:rsid w:val="00CA129D"/>
    <w:rsid w:val="00CA1D30"/>
    <w:rsid w:val="00CA226E"/>
    <w:rsid w:val="00CA3862"/>
    <w:rsid w:val="00CA3F2D"/>
    <w:rsid w:val="00CA40C5"/>
    <w:rsid w:val="00CA48FB"/>
    <w:rsid w:val="00CA5DAA"/>
    <w:rsid w:val="00CA5DEA"/>
    <w:rsid w:val="00CA61EA"/>
    <w:rsid w:val="00CA6247"/>
    <w:rsid w:val="00CA62F7"/>
    <w:rsid w:val="00CA6A17"/>
    <w:rsid w:val="00CB2159"/>
    <w:rsid w:val="00CB28EC"/>
    <w:rsid w:val="00CB368F"/>
    <w:rsid w:val="00CB3725"/>
    <w:rsid w:val="00CB47A8"/>
    <w:rsid w:val="00CB4A84"/>
    <w:rsid w:val="00CB539F"/>
    <w:rsid w:val="00CB5DA0"/>
    <w:rsid w:val="00CB670E"/>
    <w:rsid w:val="00CB683D"/>
    <w:rsid w:val="00CB72D9"/>
    <w:rsid w:val="00CB7317"/>
    <w:rsid w:val="00CB7328"/>
    <w:rsid w:val="00CB74EF"/>
    <w:rsid w:val="00CC07DA"/>
    <w:rsid w:val="00CC144E"/>
    <w:rsid w:val="00CC16AD"/>
    <w:rsid w:val="00CC2031"/>
    <w:rsid w:val="00CC22D6"/>
    <w:rsid w:val="00CC22ED"/>
    <w:rsid w:val="00CC282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19A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1D33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1E9"/>
    <w:rsid w:val="00CE755B"/>
    <w:rsid w:val="00CE7B55"/>
    <w:rsid w:val="00CF0CC9"/>
    <w:rsid w:val="00CF0CEA"/>
    <w:rsid w:val="00CF1CB9"/>
    <w:rsid w:val="00CF1CCD"/>
    <w:rsid w:val="00CF252F"/>
    <w:rsid w:val="00CF2887"/>
    <w:rsid w:val="00CF37FB"/>
    <w:rsid w:val="00CF3CE6"/>
    <w:rsid w:val="00CF3EAD"/>
    <w:rsid w:val="00CF4510"/>
    <w:rsid w:val="00CF45A2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710"/>
    <w:rsid w:val="00D03B9E"/>
    <w:rsid w:val="00D04050"/>
    <w:rsid w:val="00D045C0"/>
    <w:rsid w:val="00D04979"/>
    <w:rsid w:val="00D050F2"/>
    <w:rsid w:val="00D05119"/>
    <w:rsid w:val="00D05165"/>
    <w:rsid w:val="00D051ED"/>
    <w:rsid w:val="00D05A3A"/>
    <w:rsid w:val="00D06255"/>
    <w:rsid w:val="00D06BDD"/>
    <w:rsid w:val="00D07B32"/>
    <w:rsid w:val="00D1004D"/>
    <w:rsid w:val="00D102E0"/>
    <w:rsid w:val="00D109D7"/>
    <w:rsid w:val="00D10EF2"/>
    <w:rsid w:val="00D11312"/>
    <w:rsid w:val="00D11663"/>
    <w:rsid w:val="00D11951"/>
    <w:rsid w:val="00D11E5E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0E3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2B2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811"/>
    <w:rsid w:val="00D36A05"/>
    <w:rsid w:val="00D37C15"/>
    <w:rsid w:val="00D40324"/>
    <w:rsid w:val="00D408AC"/>
    <w:rsid w:val="00D40D53"/>
    <w:rsid w:val="00D41B46"/>
    <w:rsid w:val="00D41BE2"/>
    <w:rsid w:val="00D429EA"/>
    <w:rsid w:val="00D42A69"/>
    <w:rsid w:val="00D42F78"/>
    <w:rsid w:val="00D43585"/>
    <w:rsid w:val="00D441F6"/>
    <w:rsid w:val="00D44471"/>
    <w:rsid w:val="00D44483"/>
    <w:rsid w:val="00D444F1"/>
    <w:rsid w:val="00D4455B"/>
    <w:rsid w:val="00D45232"/>
    <w:rsid w:val="00D452D5"/>
    <w:rsid w:val="00D462E6"/>
    <w:rsid w:val="00D46366"/>
    <w:rsid w:val="00D46811"/>
    <w:rsid w:val="00D47030"/>
    <w:rsid w:val="00D47BD9"/>
    <w:rsid w:val="00D47D89"/>
    <w:rsid w:val="00D50169"/>
    <w:rsid w:val="00D507B1"/>
    <w:rsid w:val="00D50FB3"/>
    <w:rsid w:val="00D51CC9"/>
    <w:rsid w:val="00D520CE"/>
    <w:rsid w:val="00D520DA"/>
    <w:rsid w:val="00D5228C"/>
    <w:rsid w:val="00D52B24"/>
    <w:rsid w:val="00D52E35"/>
    <w:rsid w:val="00D535A8"/>
    <w:rsid w:val="00D53B0C"/>
    <w:rsid w:val="00D53C79"/>
    <w:rsid w:val="00D53DC2"/>
    <w:rsid w:val="00D53DC4"/>
    <w:rsid w:val="00D54946"/>
    <w:rsid w:val="00D54FDB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2A3B"/>
    <w:rsid w:val="00D73815"/>
    <w:rsid w:val="00D74C05"/>
    <w:rsid w:val="00D75D8B"/>
    <w:rsid w:val="00D7649C"/>
    <w:rsid w:val="00D769B2"/>
    <w:rsid w:val="00D76F85"/>
    <w:rsid w:val="00D7779F"/>
    <w:rsid w:val="00D77834"/>
    <w:rsid w:val="00D8039C"/>
    <w:rsid w:val="00D813EA"/>
    <w:rsid w:val="00D815A3"/>
    <w:rsid w:val="00D829A6"/>
    <w:rsid w:val="00D82B14"/>
    <w:rsid w:val="00D82F11"/>
    <w:rsid w:val="00D83FA9"/>
    <w:rsid w:val="00D8516E"/>
    <w:rsid w:val="00D8593A"/>
    <w:rsid w:val="00D86E45"/>
    <w:rsid w:val="00D86F5D"/>
    <w:rsid w:val="00D874BF"/>
    <w:rsid w:val="00D874DD"/>
    <w:rsid w:val="00D90580"/>
    <w:rsid w:val="00D90DCA"/>
    <w:rsid w:val="00D9256E"/>
    <w:rsid w:val="00D92898"/>
    <w:rsid w:val="00D92E1F"/>
    <w:rsid w:val="00D92FF5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55F"/>
    <w:rsid w:val="00D97CE1"/>
    <w:rsid w:val="00D97FB0"/>
    <w:rsid w:val="00DA0295"/>
    <w:rsid w:val="00DA1096"/>
    <w:rsid w:val="00DA19BC"/>
    <w:rsid w:val="00DA1D99"/>
    <w:rsid w:val="00DA1E59"/>
    <w:rsid w:val="00DA2F6E"/>
    <w:rsid w:val="00DA3133"/>
    <w:rsid w:val="00DA38AD"/>
    <w:rsid w:val="00DA4521"/>
    <w:rsid w:val="00DA48FC"/>
    <w:rsid w:val="00DA4B5C"/>
    <w:rsid w:val="00DA4E81"/>
    <w:rsid w:val="00DA65BD"/>
    <w:rsid w:val="00DA681A"/>
    <w:rsid w:val="00DA6B61"/>
    <w:rsid w:val="00DA6C73"/>
    <w:rsid w:val="00DA6CE0"/>
    <w:rsid w:val="00DA6EF4"/>
    <w:rsid w:val="00DA70C1"/>
    <w:rsid w:val="00DA7146"/>
    <w:rsid w:val="00DA77AD"/>
    <w:rsid w:val="00DA7D9D"/>
    <w:rsid w:val="00DB0950"/>
    <w:rsid w:val="00DB0DEA"/>
    <w:rsid w:val="00DB117F"/>
    <w:rsid w:val="00DB19AB"/>
    <w:rsid w:val="00DB24ED"/>
    <w:rsid w:val="00DB2576"/>
    <w:rsid w:val="00DB2888"/>
    <w:rsid w:val="00DB329C"/>
    <w:rsid w:val="00DB3B40"/>
    <w:rsid w:val="00DB4259"/>
    <w:rsid w:val="00DB4448"/>
    <w:rsid w:val="00DB481C"/>
    <w:rsid w:val="00DB4E34"/>
    <w:rsid w:val="00DB5006"/>
    <w:rsid w:val="00DB5A12"/>
    <w:rsid w:val="00DB61B5"/>
    <w:rsid w:val="00DB61F1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628"/>
    <w:rsid w:val="00DC6A1B"/>
    <w:rsid w:val="00DC6A77"/>
    <w:rsid w:val="00DC725B"/>
    <w:rsid w:val="00DC7326"/>
    <w:rsid w:val="00DC7980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D7958"/>
    <w:rsid w:val="00DE0D59"/>
    <w:rsid w:val="00DE10E7"/>
    <w:rsid w:val="00DE12A4"/>
    <w:rsid w:val="00DE1388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4DD5"/>
    <w:rsid w:val="00DF69B4"/>
    <w:rsid w:val="00DF6B24"/>
    <w:rsid w:val="00DF70FD"/>
    <w:rsid w:val="00DF7D4D"/>
    <w:rsid w:val="00E004E3"/>
    <w:rsid w:val="00E004E5"/>
    <w:rsid w:val="00E00569"/>
    <w:rsid w:val="00E00713"/>
    <w:rsid w:val="00E00D07"/>
    <w:rsid w:val="00E0130D"/>
    <w:rsid w:val="00E02B43"/>
    <w:rsid w:val="00E035EB"/>
    <w:rsid w:val="00E04750"/>
    <w:rsid w:val="00E04929"/>
    <w:rsid w:val="00E04A36"/>
    <w:rsid w:val="00E051CE"/>
    <w:rsid w:val="00E051FC"/>
    <w:rsid w:val="00E05637"/>
    <w:rsid w:val="00E06BEB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606"/>
    <w:rsid w:val="00E32A22"/>
    <w:rsid w:val="00E33886"/>
    <w:rsid w:val="00E3400E"/>
    <w:rsid w:val="00E34588"/>
    <w:rsid w:val="00E35299"/>
    <w:rsid w:val="00E355C6"/>
    <w:rsid w:val="00E35F76"/>
    <w:rsid w:val="00E36404"/>
    <w:rsid w:val="00E37167"/>
    <w:rsid w:val="00E379E2"/>
    <w:rsid w:val="00E37EDC"/>
    <w:rsid w:val="00E4017B"/>
    <w:rsid w:val="00E4281F"/>
    <w:rsid w:val="00E42AC4"/>
    <w:rsid w:val="00E437A9"/>
    <w:rsid w:val="00E43B9C"/>
    <w:rsid w:val="00E441F8"/>
    <w:rsid w:val="00E4487E"/>
    <w:rsid w:val="00E47BFF"/>
    <w:rsid w:val="00E50478"/>
    <w:rsid w:val="00E504CD"/>
    <w:rsid w:val="00E507D0"/>
    <w:rsid w:val="00E509AE"/>
    <w:rsid w:val="00E52DB3"/>
    <w:rsid w:val="00E53C3F"/>
    <w:rsid w:val="00E53DEE"/>
    <w:rsid w:val="00E54289"/>
    <w:rsid w:val="00E54B6D"/>
    <w:rsid w:val="00E54DBE"/>
    <w:rsid w:val="00E55107"/>
    <w:rsid w:val="00E5528E"/>
    <w:rsid w:val="00E552F3"/>
    <w:rsid w:val="00E5610D"/>
    <w:rsid w:val="00E56A6C"/>
    <w:rsid w:val="00E56B94"/>
    <w:rsid w:val="00E56E10"/>
    <w:rsid w:val="00E576F5"/>
    <w:rsid w:val="00E60702"/>
    <w:rsid w:val="00E60FEC"/>
    <w:rsid w:val="00E616E2"/>
    <w:rsid w:val="00E61A61"/>
    <w:rsid w:val="00E61F1F"/>
    <w:rsid w:val="00E62C7C"/>
    <w:rsid w:val="00E637B6"/>
    <w:rsid w:val="00E63E3F"/>
    <w:rsid w:val="00E65A17"/>
    <w:rsid w:val="00E661C1"/>
    <w:rsid w:val="00E66A14"/>
    <w:rsid w:val="00E66C9C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0B8"/>
    <w:rsid w:val="00E724D2"/>
    <w:rsid w:val="00E726F9"/>
    <w:rsid w:val="00E73587"/>
    <w:rsid w:val="00E738D0"/>
    <w:rsid w:val="00E73CD6"/>
    <w:rsid w:val="00E7409D"/>
    <w:rsid w:val="00E74254"/>
    <w:rsid w:val="00E74EA1"/>
    <w:rsid w:val="00E75CD4"/>
    <w:rsid w:val="00E76337"/>
    <w:rsid w:val="00E77134"/>
    <w:rsid w:val="00E77689"/>
    <w:rsid w:val="00E80388"/>
    <w:rsid w:val="00E80566"/>
    <w:rsid w:val="00E808DD"/>
    <w:rsid w:val="00E819C4"/>
    <w:rsid w:val="00E82482"/>
    <w:rsid w:val="00E830DA"/>
    <w:rsid w:val="00E83DC8"/>
    <w:rsid w:val="00E83F3F"/>
    <w:rsid w:val="00E83FD7"/>
    <w:rsid w:val="00E84D72"/>
    <w:rsid w:val="00E84E70"/>
    <w:rsid w:val="00E8506C"/>
    <w:rsid w:val="00E8526F"/>
    <w:rsid w:val="00E8571E"/>
    <w:rsid w:val="00E857C6"/>
    <w:rsid w:val="00E85FC3"/>
    <w:rsid w:val="00E86479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A39"/>
    <w:rsid w:val="00E97BA7"/>
    <w:rsid w:val="00EA048C"/>
    <w:rsid w:val="00EA065B"/>
    <w:rsid w:val="00EA0D1D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7BF"/>
    <w:rsid w:val="00EA6FF1"/>
    <w:rsid w:val="00EA7EE5"/>
    <w:rsid w:val="00EB0312"/>
    <w:rsid w:val="00EB0C41"/>
    <w:rsid w:val="00EB0FEF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837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53FA"/>
    <w:rsid w:val="00EC622F"/>
    <w:rsid w:val="00EC6BD2"/>
    <w:rsid w:val="00EC6FCA"/>
    <w:rsid w:val="00EC7876"/>
    <w:rsid w:val="00EC7B43"/>
    <w:rsid w:val="00ED0A95"/>
    <w:rsid w:val="00ED0C32"/>
    <w:rsid w:val="00ED1C45"/>
    <w:rsid w:val="00ED2783"/>
    <w:rsid w:val="00ED35D5"/>
    <w:rsid w:val="00ED3974"/>
    <w:rsid w:val="00ED4CC1"/>
    <w:rsid w:val="00ED4DE9"/>
    <w:rsid w:val="00ED5654"/>
    <w:rsid w:val="00ED678B"/>
    <w:rsid w:val="00ED67A6"/>
    <w:rsid w:val="00EE0AC6"/>
    <w:rsid w:val="00EE15B4"/>
    <w:rsid w:val="00EE3119"/>
    <w:rsid w:val="00EE39AF"/>
    <w:rsid w:val="00EE3C2E"/>
    <w:rsid w:val="00EE47C5"/>
    <w:rsid w:val="00EE4BBF"/>
    <w:rsid w:val="00EE5683"/>
    <w:rsid w:val="00EE6DBA"/>
    <w:rsid w:val="00EE7168"/>
    <w:rsid w:val="00EE72C2"/>
    <w:rsid w:val="00EE7B6E"/>
    <w:rsid w:val="00EE7D9D"/>
    <w:rsid w:val="00EF0F64"/>
    <w:rsid w:val="00EF1CFA"/>
    <w:rsid w:val="00EF2CD7"/>
    <w:rsid w:val="00EF3900"/>
    <w:rsid w:val="00EF3D16"/>
    <w:rsid w:val="00EF3E6C"/>
    <w:rsid w:val="00EF3F3A"/>
    <w:rsid w:val="00EF423D"/>
    <w:rsid w:val="00EF4959"/>
    <w:rsid w:val="00EF5063"/>
    <w:rsid w:val="00EF5128"/>
    <w:rsid w:val="00EF5197"/>
    <w:rsid w:val="00EF52BE"/>
    <w:rsid w:val="00EF552B"/>
    <w:rsid w:val="00EF57B9"/>
    <w:rsid w:val="00EF6561"/>
    <w:rsid w:val="00EF7956"/>
    <w:rsid w:val="00EF7B19"/>
    <w:rsid w:val="00F01DCF"/>
    <w:rsid w:val="00F0314B"/>
    <w:rsid w:val="00F03951"/>
    <w:rsid w:val="00F04100"/>
    <w:rsid w:val="00F04737"/>
    <w:rsid w:val="00F05324"/>
    <w:rsid w:val="00F054E4"/>
    <w:rsid w:val="00F05B3C"/>
    <w:rsid w:val="00F05EB3"/>
    <w:rsid w:val="00F06785"/>
    <w:rsid w:val="00F07086"/>
    <w:rsid w:val="00F0770C"/>
    <w:rsid w:val="00F101B5"/>
    <w:rsid w:val="00F1039F"/>
    <w:rsid w:val="00F10BDC"/>
    <w:rsid w:val="00F10C9C"/>
    <w:rsid w:val="00F1145D"/>
    <w:rsid w:val="00F116DE"/>
    <w:rsid w:val="00F11736"/>
    <w:rsid w:val="00F1205B"/>
    <w:rsid w:val="00F121D4"/>
    <w:rsid w:val="00F13089"/>
    <w:rsid w:val="00F13505"/>
    <w:rsid w:val="00F13508"/>
    <w:rsid w:val="00F135F6"/>
    <w:rsid w:val="00F139D3"/>
    <w:rsid w:val="00F14047"/>
    <w:rsid w:val="00F1452A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A71"/>
    <w:rsid w:val="00F17CF9"/>
    <w:rsid w:val="00F17E01"/>
    <w:rsid w:val="00F20294"/>
    <w:rsid w:val="00F20E20"/>
    <w:rsid w:val="00F20F18"/>
    <w:rsid w:val="00F216A3"/>
    <w:rsid w:val="00F21981"/>
    <w:rsid w:val="00F22D88"/>
    <w:rsid w:val="00F22FC1"/>
    <w:rsid w:val="00F235D1"/>
    <w:rsid w:val="00F23DF6"/>
    <w:rsid w:val="00F25FC3"/>
    <w:rsid w:val="00F2603D"/>
    <w:rsid w:val="00F26E39"/>
    <w:rsid w:val="00F27165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37317"/>
    <w:rsid w:val="00F37DD3"/>
    <w:rsid w:val="00F41A10"/>
    <w:rsid w:val="00F41A7F"/>
    <w:rsid w:val="00F41AF1"/>
    <w:rsid w:val="00F41D0C"/>
    <w:rsid w:val="00F42D9A"/>
    <w:rsid w:val="00F43574"/>
    <w:rsid w:val="00F435C6"/>
    <w:rsid w:val="00F44291"/>
    <w:rsid w:val="00F442F5"/>
    <w:rsid w:val="00F44B34"/>
    <w:rsid w:val="00F453C2"/>
    <w:rsid w:val="00F45414"/>
    <w:rsid w:val="00F46E40"/>
    <w:rsid w:val="00F46FAD"/>
    <w:rsid w:val="00F4729B"/>
    <w:rsid w:val="00F476FA"/>
    <w:rsid w:val="00F479FA"/>
    <w:rsid w:val="00F50FC9"/>
    <w:rsid w:val="00F51263"/>
    <w:rsid w:val="00F5221C"/>
    <w:rsid w:val="00F52646"/>
    <w:rsid w:val="00F52921"/>
    <w:rsid w:val="00F52E56"/>
    <w:rsid w:val="00F53166"/>
    <w:rsid w:val="00F53452"/>
    <w:rsid w:val="00F534D7"/>
    <w:rsid w:val="00F534FB"/>
    <w:rsid w:val="00F54140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2E31"/>
    <w:rsid w:val="00F63235"/>
    <w:rsid w:val="00F6326D"/>
    <w:rsid w:val="00F646B4"/>
    <w:rsid w:val="00F64FB2"/>
    <w:rsid w:val="00F65B61"/>
    <w:rsid w:val="00F65E20"/>
    <w:rsid w:val="00F660DA"/>
    <w:rsid w:val="00F661B3"/>
    <w:rsid w:val="00F66861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3A31"/>
    <w:rsid w:val="00F7408C"/>
    <w:rsid w:val="00F7422B"/>
    <w:rsid w:val="00F742DC"/>
    <w:rsid w:val="00F758F3"/>
    <w:rsid w:val="00F7651B"/>
    <w:rsid w:val="00F76903"/>
    <w:rsid w:val="00F76C03"/>
    <w:rsid w:val="00F7714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1020"/>
    <w:rsid w:val="00F91604"/>
    <w:rsid w:val="00F92048"/>
    <w:rsid w:val="00F927A4"/>
    <w:rsid w:val="00F93434"/>
    <w:rsid w:val="00F93852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4731"/>
    <w:rsid w:val="00FA51B3"/>
    <w:rsid w:val="00FA520B"/>
    <w:rsid w:val="00FA6539"/>
    <w:rsid w:val="00FA68C9"/>
    <w:rsid w:val="00FA6CA6"/>
    <w:rsid w:val="00FA7C0D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4D7B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1DDC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4F5"/>
    <w:rsid w:val="00FD0A65"/>
    <w:rsid w:val="00FD0B70"/>
    <w:rsid w:val="00FD0DC7"/>
    <w:rsid w:val="00FD28C0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2F21"/>
    <w:rsid w:val="00FE3497"/>
    <w:rsid w:val="00FE368D"/>
    <w:rsid w:val="00FE3791"/>
    <w:rsid w:val="00FE3A32"/>
    <w:rsid w:val="00FE3F8A"/>
    <w:rsid w:val="00FE4606"/>
    <w:rsid w:val="00FE4AF6"/>
    <w:rsid w:val="00FE52EF"/>
    <w:rsid w:val="00FE6288"/>
    <w:rsid w:val="00FE6321"/>
    <w:rsid w:val="00FE68C0"/>
    <w:rsid w:val="00FE6A02"/>
    <w:rsid w:val="00FE6EBA"/>
    <w:rsid w:val="00FF01A6"/>
    <w:rsid w:val="00FF0492"/>
    <w:rsid w:val="00FF06C6"/>
    <w:rsid w:val="00FF0762"/>
    <w:rsid w:val="00FF2413"/>
    <w:rsid w:val="00FF28B0"/>
    <w:rsid w:val="00FF2D02"/>
    <w:rsid w:val="00FF310D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177DD26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559C2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bidi="ar-SA"/>
    </w:rPr>
  </w:style>
  <w:style w:type="character" w:customStyle="1" w:styleId="Heading1Char1">
    <w:name w:val="Heading 1 Char1"/>
    <w:link w:val="Heading1"/>
    <w:rsid w:val="00C766E6"/>
    <w:rPr>
      <w:b/>
      <w:sz w:val="24"/>
      <w:lang w:val="en-GB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tabs>
        <w:tab w:val="clear" w:pos="4887"/>
        <w:tab w:val="num" w:pos="567"/>
      </w:tabs>
      <w:spacing w:after="20"/>
      <w:ind w:left="567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uiPriority w:val="39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paragraph" w:customStyle="1" w:styleId="Default">
    <w:name w:val="Default"/>
    <w:rsid w:val="00D4681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8">
    <w:name w:val="Pa18"/>
    <w:basedOn w:val="Normal"/>
    <w:next w:val="Normal"/>
    <w:uiPriority w:val="99"/>
    <w:rsid w:val="00D46811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styleId="NoSpacing">
    <w:name w:val="No Spacing"/>
    <w:uiPriority w:val="1"/>
    <w:qFormat/>
    <w:rsid w:val="00EB03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01BAA-4F15-4F87-8EE7-692CEE56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2</TotalTime>
  <Pages>2</Pages>
  <Words>329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2020-08-05T08:26:00Z</cp:lastPrinted>
  <dcterms:created xsi:type="dcterms:W3CDTF">2020-08-06T11:24:00Z</dcterms:created>
  <dcterms:modified xsi:type="dcterms:W3CDTF">2020-08-06T11:26:00Z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