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  <w:bookmarkStart w:id="0" w:name="_Hlk7679080"/>
    </w:p>
    <w:p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BA4CC2" w:rsidRPr="00A97820" w:rsidRDefault="00BA4CC2" w:rsidP="00126262">
      <w:pPr>
        <w:spacing w:line="240" w:lineRule="atLeast"/>
        <w:rPr>
          <w:rFonts w:cstheme="minorBidi"/>
          <w:sz w:val="40"/>
          <w:szCs w:val="50"/>
          <w:cs/>
          <w:lang w:bidi="th-TH"/>
        </w:rPr>
      </w:pPr>
    </w:p>
    <w:p w:rsidR="00BA4CC2" w:rsidRPr="00447DF4" w:rsidRDefault="00BA4CC2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bookmarkEnd w:id="0"/>
    <w:p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 xml:space="preserve">and its </w:t>
      </w:r>
      <w:r>
        <w:rPr>
          <w:rFonts w:cs="Times New Roman"/>
          <w:b/>
          <w:bCs/>
          <w:sz w:val="40"/>
          <w:szCs w:val="40"/>
        </w:rPr>
        <w:t>Subsidiary</w:t>
      </w:r>
    </w:p>
    <w:p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:rsidR="000C3735" w:rsidRPr="000C3735" w:rsidRDefault="000C3735" w:rsidP="000C3735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r w:rsidRPr="000C3735">
        <w:rPr>
          <w:rFonts w:cs="Times New Roman"/>
          <w:spacing w:val="-3"/>
          <w:sz w:val="36"/>
          <w:szCs w:val="36"/>
        </w:rPr>
        <w:t>Interim financial statements</w:t>
      </w:r>
    </w:p>
    <w:p w:rsidR="000C3735" w:rsidRPr="000C3735" w:rsidRDefault="000C3735" w:rsidP="000C3735">
      <w:pPr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for the three-month period ended</w:t>
      </w:r>
    </w:p>
    <w:p w:rsidR="000C3735" w:rsidRPr="00747888" w:rsidRDefault="000C3735" w:rsidP="000C3735">
      <w:pPr>
        <w:shd w:val="clear" w:color="auto" w:fill="FFFFFF"/>
        <w:spacing w:line="240" w:lineRule="atLeast"/>
        <w:jc w:val="center"/>
        <w:rPr>
          <w:sz w:val="36"/>
          <w:szCs w:val="45"/>
          <w:lang w:val="en-US" w:bidi="th-TH"/>
        </w:rPr>
      </w:pPr>
      <w:r w:rsidRPr="000C3735">
        <w:rPr>
          <w:rFonts w:cs="Times New Roman"/>
          <w:sz w:val="36"/>
          <w:szCs w:val="36"/>
        </w:rPr>
        <w:t>31 March 201</w:t>
      </w:r>
      <w:r w:rsidR="001A1C3A">
        <w:rPr>
          <w:sz w:val="36"/>
          <w:szCs w:val="45"/>
          <w:lang w:bidi="th-TH"/>
        </w:rPr>
        <w:t>9</w:t>
      </w:r>
    </w:p>
    <w:p w:rsidR="000C3735" w:rsidRPr="000C3735" w:rsidRDefault="000C3735" w:rsidP="000C3735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and</w:t>
      </w:r>
    </w:p>
    <w:p w:rsidR="003B7CB7" w:rsidRDefault="000C3735" w:rsidP="000C3735">
      <w:pPr>
        <w:spacing w:line="240" w:lineRule="atLeast"/>
        <w:jc w:val="center"/>
        <w:rPr>
          <w:rFonts w:cs="Times New Roman"/>
          <w:spacing w:val="-3"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>Independent auditor’s report</w:t>
      </w:r>
      <w:r w:rsidR="003B7CB7">
        <w:rPr>
          <w:rFonts w:cs="Times New Roman"/>
          <w:spacing w:val="-3"/>
          <w:sz w:val="36"/>
          <w:szCs w:val="36"/>
        </w:rPr>
        <w:t xml:space="preserve"> on review of</w:t>
      </w:r>
    </w:p>
    <w:p w:rsidR="000C3735" w:rsidRPr="000C3735" w:rsidRDefault="000C3735" w:rsidP="000C3735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r w:rsidRPr="000C3735">
        <w:rPr>
          <w:rFonts w:cs="Times New Roman"/>
          <w:spacing w:val="-3"/>
          <w:sz w:val="36"/>
          <w:szCs w:val="36"/>
        </w:rPr>
        <w:t>interim financial information</w:t>
      </w:r>
    </w:p>
    <w:p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  <w:bookmarkStart w:id="1" w:name="Date"/>
      <w:bookmarkEnd w:id="1"/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:rsidR="00447DF4" w:rsidRPr="00137AA8" w:rsidRDefault="00447DF4" w:rsidP="00447DF4">
      <w:pPr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Pr="00137AA8" w:rsidRDefault="00137AA8" w:rsidP="00447DF4">
      <w:pPr>
        <w:ind w:right="-450"/>
        <w:rPr>
          <w:sz w:val="28"/>
          <w:szCs w:val="28"/>
        </w:rPr>
      </w:pPr>
    </w:p>
    <w:p w:rsidR="00447DF4" w:rsidRPr="00137AA8" w:rsidRDefault="00447DF4" w:rsidP="00447DF4">
      <w:pPr>
        <w:ind w:right="-450"/>
        <w:rPr>
          <w:sz w:val="28"/>
          <w:szCs w:val="28"/>
        </w:rPr>
      </w:pPr>
    </w:p>
    <w:p w:rsidR="00447DF4" w:rsidRDefault="00447DF4" w:rsidP="00447DF4">
      <w:pPr>
        <w:ind w:right="-450"/>
        <w:rPr>
          <w:sz w:val="28"/>
          <w:szCs w:val="28"/>
        </w:rPr>
      </w:pPr>
    </w:p>
    <w:p w:rsidR="00772641" w:rsidRDefault="00772641" w:rsidP="00447DF4">
      <w:pPr>
        <w:ind w:right="-450"/>
        <w:rPr>
          <w:sz w:val="28"/>
          <w:szCs w:val="28"/>
        </w:rPr>
      </w:pPr>
    </w:p>
    <w:p w:rsidR="00594ADF" w:rsidRDefault="00594ADF" w:rsidP="00447DF4">
      <w:pPr>
        <w:ind w:right="-450"/>
        <w:rPr>
          <w:sz w:val="28"/>
          <w:szCs w:val="28"/>
        </w:rPr>
      </w:pPr>
    </w:p>
    <w:p w:rsidR="00772641" w:rsidRPr="00137AA8" w:rsidRDefault="00772641" w:rsidP="00447DF4">
      <w:pPr>
        <w:ind w:right="-450"/>
        <w:rPr>
          <w:sz w:val="28"/>
          <w:szCs w:val="28"/>
        </w:rPr>
      </w:pPr>
    </w:p>
    <w:p w:rsidR="00E83DC8" w:rsidRDefault="00442EEA" w:rsidP="00447DF4">
      <w:pPr>
        <w:jc w:val="both"/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:rsidR="00447DF4" w:rsidRPr="00DC6A1B" w:rsidRDefault="00447DF4" w:rsidP="00447DF4">
      <w:pPr>
        <w:jc w:val="both"/>
        <w:rPr>
          <w:rFonts w:cs="Times New Roman"/>
          <w:lang w:bidi="th-TH"/>
        </w:rPr>
      </w:pPr>
    </w:p>
    <w:p w:rsidR="00A76FE8" w:rsidRPr="00DC6A1B" w:rsidRDefault="00A76FE8" w:rsidP="00447DF4">
      <w:pPr>
        <w:jc w:val="both"/>
        <w:rPr>
          <w:rFonts w:cs="Times New Roman"/>
          <w:lang w:bidi="th-TH"/>
        </w:rPr>
      </w:pPr>
    </w:p>
    <w:p w:rsidR="003338E6" w:rsidRPr="00DC6A1B" w:rsidRDefault="003338E6" w:rsidP="00137AA8">
      <w:pPr>
        <w:jc w:val="thaiDistribute"/>
        <w:rPr>
          <w:rFonts w:cs="Times New Roman"/>
          <w:b/>
          <w:bCs/>
          <w:sz w:val="24"/>
          <w:szCs w:val="24"/>
          <w:lang w:bidi="th-TH"/>
        </w:rPr>
      </w:pPr>
      <w:r w:rsidRPr="00DC6A1B">
        <w:rPr>
          <w:rFonts w:cs="Times New Roman"/>
          <w:b/>
          <w:bCs/>
          <w:sz w:val="24"/>
          <w:szCs w:val="24"/>
          <w:lang w:bidi="th-TH"/>
        </w:rPr>
        <w:t xml:space="preserve">To the </w:t>
      </w:r>
      <w:r w:rsidR="008B5D95" w:rsidRPr="00DC6A1B">
        <w:rPr>
          <w:rFonts w:cs="Times New Roman"/>
          <w:b/>
          <w:bCs/>
          <w:sz w:val="24"/>
          <w:szCs w:val="24"/>
          <w:lang w:bidi="th-TH"/>
        </w:rPr>
        <w:t>Board of Directors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of </w:t>
      </w:r>
      <w:r w:rsidR="00447DF4" w:rsidRPr="00DC6A1B">
        <w:rPr>
          <w:rFonts w:cs="Times New Roman"/>
          <w:b/>
          <w:bCs/>
          <w:sz w:val="24"/>
          <w:szCs w:val="24"/>
          <w:lang w:bidi="th-TH"/>
        </w:rPr>
        <w:t>Yuasa Battery (Thailand)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Public Company Limited</w:t>
      </w:r>
    </w:p>
    <w:p w:rsidR="00E96854" w:rsidRPr="00DC6A1B" w:rsidRDefault="00E96854" w:rsidP="00137AA8">
      <w:pPr>
        <w:jc w:val="thaiDistribute"/>
        <w:rPr>
          <w:rFonts w:cs="Times New Roman"/>
          <w:lang w:bidi="th-TH"/>
        </w:rPr>
      </w:pPr>
    </w:p>
    <w:p w:rsidR="00FB6839" w:rsidRPr="00DC6A1B" w:rsidRDefault="00FB6839" w:rsidP="00137AA8">
      <w:pPr>
        <w:spacing w:line="240" w:lineRule="atLeast"/>
        <w:jc w:val="thaiDistribute"/>
        <w:rPr>
          <w:rFonts w:cs="Times New Roman"/>
        </w:rPr>
      </w:pPr>
    </w:p>
    <w:p w:rsidR="00442EEA" w:rsidRPr="00E84E70" w:rsidRDefault="00442EEA" w:rsidP="00137AA8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 w:rsidR="00447DF4">
        <w:t>Yuasa Battery (Thailand)</w:t>
      </w:r>
      <w:r w:rsidRPr="00E84E70">
        <w:t xml:space="preserve"> Public Company Limited</w:t>
      </w:r>
      <w:r w:rsidR="00447DF4">
        <w:t xml:space="preserve"> and its subsidiary</w:t>
      </w:r>
      <w:r w:rsidRPr="00E84E70">
        <w:t xml:space="preserve">, and of </w:t>
      </w:r>
      <w:r w:rsidR="00447DF4">
        <w:t>Yuasa Battery (Thailand)</w:t>
      </w:r>
      <w:r w:rsidRPr="00E84E70">
        <w:t xml:space="preserve"> Public Company Limited, respectively, as at 31 March 201</w:t>
      </w:r>
      <w:r w:rsidR="001A1C3A">
        <w:t>9</w:t>
      </w:r>
      <w:r w:rsidRPr="00E84E70">
        <w:t>; the consolidated and</w:t>
      </w:r>
      <w:r w:rsidR="00B04E3B">
        <w:t xml:space="preserve"> separate statements of </w:t>
      </w:r>
      <w:r w:rsidRPr="00E84E70">
        <w:t>comprehensive income, changes in equity and cash flows for the three-month period ended 31 March 201</w:t>
      </w:r>
      <w:r w:rsidR="001A1C3A">
        <w:t>9</w:t>
      </w:r>
      <w:r w:rsidRPr="00E84E70">
        <w:t xml:space="preserve">; </w:t>
      </w:r>
      <w:r w:rsidR="001500A6" w:rsidRPr="000D0816">
        <w:t>and condensed notes (“interim financial information”).</w:t>
      </w:r>
      <w:r w:rsidR="001500A6" w:rsidRPr="00137AA8">
        <w:t xml:space="preserve"> 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442EEA" w:rsidRPr="00E84E70" w:rsidRDefault="00442EEA" w:rsidP="00137AA8">
      <w:pPr>
        <w:spacing w:line="240" w:lineRule="atLeast"/>
        <w:jc w:val="thaiDistribute"/>
      </w:pPr>
    </w:p>
    <w:p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:rsidR="00F442F5" w:rsidRDefault="00F442F5" w:rsidP="00137AA8">
      <w:pPr>
        <w:jc w:val="thaiDistribute"/>
      </w:pPr>
    </w:p>
    <w:p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:rsidR="00F442F5" w:rsidRDefault="00F442F5" w:rsidP="00137AA8">
      <w:pPr>
        <w:jc w:val="thaiDistribute"/>
      </w:pPr>
    </w:p>
    <w:p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:rsidR="00F442F5" w:rsidRDefault="00F442F5" w:rsidP="00137AA8">
      <w:pPr>
        <w:jc w:val="thaiDistribute"/>
      </w:pPr>
    </w:p>
    <w:p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:rsidR="000C3C04" w:rsidRDefault="000C3C04" w:rsidP="00137AA8">
      <w:pPr>
        <w:jc w:val="thaiDistribute"/>
        <w:rPr>
          <w:lang w:val="en-US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:rsidR="00E84E70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:rsidR="001A1C3A" w:rsidRPr="00887831" w:rsidRDefault="001A1C3A" w:rsidP="00E84E70">
      <w:pPr>
        <w:spacing w:line="240" w:lineRule="atLeast"/>
        <w:ind w:right="99"/>
        <w:jc w:val="both"/>
        <w:rPr>
          <w:lang w:val="en-US"/>
        </w:rPr>
      </w:pPr>
    </w:p>
    <w:p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:rsidR="00E84E70" w:rsidRDefault="00D97CE1" w:rsidP="00E84E70">
      <w:pPr>
        <w:spacing w:line="240" w:lineRule="atLeast"/>
        <w:ind w:right="99"/>
        <w:rPr>
          <w:lang w:val="en-US"/>
        </w:rPr>
      </w:pPr>
      <w:r w:rsidRPr="00D97CE1">
        <w:rPr>
          <w:lang w:val="en-US"/>
        </w:rPr>
        <w:t xml:space="preserve">13 </w:t>
      </w:r>
      <w:r w:rsidR="00B16827" w:rsidRPr="00D97CE1">
        <w:rPr>
          <w:lang w:val="en-US"/>
        </w:rPr>
        <w:t>M</w:t>
      </w:r>
      <w:r w:rsidR="00B16827">
        <w:rPr>
          <w:lang w:val="en-US"/>
        </w:rPr>
        <w:t>ay</w:t>
      </w:r>
      <w:r w:rsidR="0045650E">
        <w:rPr>
          <w:lang w:val="en-US"/>
        </w:rPr>
        <w:t xml:space="preserve"> 201</w:t>
      </w:r>
      <w:r w:rsidR="001A1C3A">
        <w:rPr>
          <w:lang w:val="en-US"/>
        </w:rPr>
        <w:t>9</w:t>
      </w:r>
      <w:bookmarkStart w:id="2" w:name="_GoBack"/>
      <w:bookmarkEnd w:id="2"/>
    </w:p>
    <w:sectPr w:rsidR="00E84E70" w:rsidSect="005D017C">
      <w:pgSz w:w="11907" w:h="16840" w:code="9"/>
      <w:pgMar w:top="691" w:right="1152" w:bottom="576" w:left="1152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D45" w:rsidRDefault="00826D45">
      <w:r>
        <w:separator/>
      </w:r>
    </w:p>
  </w:endnote>
  <w:endnote w:type="continuationSeparator" w:id="0">
    <w:p w:rsidR="00826D45" w:rsidRDefault="0082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D45" w:rsidRDefault="00826D45">
      <w:r>
        <w:separator/>
      </w:r>
    </w:p>
  </w:footnote>
  <w:footnote w:type="continuationSeparator" w:id="0">
    <w:p w:rsidR="00826D45" w:rsidRDefault="0082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2C20DD2"/>
    <w:multiLevelType w:val="hybridMultilevel"/>
    <w:tmpl w:val="43B6327E"/>
    <w:lvl w:ilvl="0" w:tplc="C8668BF2">
      <w:start w:val="1"/>
      <w:numFmt w:val="decimal"/>
      <w:lvlText w:val="%1)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253D68"/>
    <w:multiLevelType w:val="multilevel"/>
    <w:tmpl w:val="05C6E18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8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9" w15:restartNumberingAfterBreak="0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10" w15:restartNumberingAfterBreak="0">
    <w:nsid w:val="15DF3AF6"/>
    <w:multiLevelType w:val="hybridMultilevel"/>
    <w:tmpl w:val="43600A80"/>
    <w:lvl w:ilvl="0" w:tplc="370E845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4" w15:restartNumberingAfterBreak="0">
    <w:nsid w:val="20F768A0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6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9" w15:restartNumberingAfterBreak="0">
    <w:nsid w:val="2CA44A72"/>
    <w:multiLevelType w:val="hybridMultilevel"/>
    <w:tmpl w:val="DF5437CC"/>
    <w:lvl w:ilvl="0" w:tplc="745C5A9E">
      <w:start w:val="2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390839B1"/>
    <w:multiLevelType w:val="hybridMultilevel"/>
    <w:tmpl w:val="FB8CBE58"/>
    <w:lvl w:ilvl="0" w:tplc="CE3A4580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 w15:restartNumberingAfterBreak="0">
    <w:nsid w:val="40FF37EA"/>
    <w:multiLevelType w:val="hybridMultilevel"/>
    <w:tmpl w:val="F8C6496C"/>
    <w:lvl w:ilvl="0" w:tplc="370E8456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8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D6C46A4"/>
    <w:multiLevelType w:val="hybridMultilevel"/>
    <w:tmpl w:val="EE3651B8"/>
    <w:lvl w:ilvl="0" w:tplc="D09ED3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1" w15:restartNumberingAfterBreak="0">
    <w:nsid w:val="645E3FF6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2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3" w15:restartNumberingAfterBreak="0">
    <w:nsid w:val="67156589"/>
    <w:multiLevelType w:val="singleLevel"/>
    <w:tmpl w:val="79EE14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4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35" w15:restartNumberingAfterBreak="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6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8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E9979F4"/>
    <w:multiLevelType w:val="hybridMultilevel"/>
    <w:tmpl w:val="991EB6D0"/>
    <w:lvl w:ilvl="0" w:tplc="EF760C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2A8A6D5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C3180A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195A0116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3A6F9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D7FEB7D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B50642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CE0DCDC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62F8449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7"/>
  </w:num>
  <w:num w:numId="5">
    <w:abstractNumId w:val="18"/>
  </w:num>
  <w:num w:numId="6">
    <w:abstractNumId w:val="13"/>
  </w:num>
  <w:num w:numId="7">
    <w:abstractNumId w:val="34"/>
  </w:num>
  <w:num w:numId="8">
    <w:abstractNumId w:val="27"/>
  </w:num>
  <w:num w:numId="9">
    <w:abstractNumId w:val="26"/>
  </w:num>
  <w:num w:numId="10">
    <w:abstractNumId w:val="37"/>
  </w:num>
  <w:num w:numId="11">
    <w:abstractNumId w:val="12"/>
  </w:num>
  <w:num w:numId="12">
    <w:abstractNumId w:val="30"/>
  </w:num>
  <w:num w:numId="13">
    <w:abstractNumId w:val="38"/>
  </w:num>
  <w:num w:numId="14">
    <w:abstractNumId w:val="8"/>
  </w:num>
  <w:num w:numId="15">
    <w:abstractNumId w:val="28"/>
  </w:num>
  <w:num w:numId="16">
    <w:abstractNumId w:val="36"/>
  </w:num>
  <w:num w:numId="17">
    <w:abstractNumId w:val="0"/>
  </w:num>
  <w:num w:numId="18">
    <w:abstractNumId w:val="1"/>
  </w:num>
  <w:num w:numId="19">
    <w:abstractNumId w:val="2"/>
  </w:num>
  <w:num w:numId="20">
    <w:abstractNumId w:val="23"/>
  </w:num>
  <w:num w:numId="21">
    <w:abstractNumId w:val="17"/>
  </w:num>
  <w:num w:numId="22">
    <w:abstractNumId w:val="32"/>
  </w:num>
  <w:num w:numId="23">
    <w:abstractNumId w:val="39"/>
  </w:num>
  <w:num w:numId="24">
    <w:abstractNumId w:val="22"/>
  </w:num>
  <w:num w:numId="25">
    <w:abstractNumId w:val="19"/>
  </w:num>
  <w:num w:numId="26">
    <w:abstractNumId w:val="33"/>
  </w:num>
  <w:num w:numId="27">
    <w:abstractNumId w:val="21"/>
  </w:num>
  <w:num w:numId="28">
    <w:abstractNumId w:val="6"/>
  </w:num>
  <w:num w:numId="29">
    <w:abstractNumId w:val="29"/>
  </w:num>
  <w:num w:numId="30">
    <w:abstractNumId w:val="25"/>
  </w:num>
  <w:num w:numId="31">
    <w:abstractNumId w:val="7"/>
  </w:num>
  <w:num w:numId="32">
    <w:abstractNumId w:val="7"/>
  </w:num>
  <w:num w:numId="33">
    <w:abstractNumId w:val="14"/>
  </w:num>
  <w:num w:numId="34">
    <w:abstractNumId w:val="7"/>
  </w:num>
  <w:num w:numId="35">
    <w:abstractNumId w:val="31"/>
  </w:num>
  <w:num w:numId="36">
    <w:abstractNumId w:val="5"/>
  </w:num>
  <w:num w:numId="37">
    <w:abstractNumId w:val="20"/>
  </w:num>
  <w:num w:numId="38">
    <w:abstractNumId w:val="16"/>
  </w:num>
  <w:num w:numId="39">
    <w:abstractNumId w:val="11"/>
  </w:num>
  <w:num w:numId="40">
    <w:abstractNumId w:val="35"/>
  </w:num>
  <w:num w:numId="41">
    <w:abstractNumId w:val="24"/>
  </w:num>
  <w:num w:numId="42">
    <w:abstractNumId w:val="9"/>
  </w:num>
  <w:num w:numId="4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5FFD"/>
    <w:rsid w:val="000062A0"/>
    <w:rsid w:val="00006D8E"/>
    <w:rsid w:val="000074F4"/>
    <w:rsid w:val="00007946"/>
    <w:rsid w:val="00007F28"/>
    <w:rsid w:val="000104F4"/>
    <w:rsid w:val="00010633"/>
    <w:rsid w:val="00010E4D"/>
    <w:rsid w:val="0001146B"/>
    <w:rsid w:val="000117AC"/>
    <w:rsid w:val="0001253A"/>
    <w:rsid w:val="00012C0D"/>
    <w:rsid w:val="0001377A"/>
    <w:rsid w:val="000137C4"/>
    <w:rsid w:val="00013BC7"/>
    <w:rsid w:val="00013C83"/>
    <w:rsid w:val="0001564F"/>
    <w:rsid w:val="00016CB5"/>
    <w:rsid w:val="00017854"/>
    <w:rsid w:val="00017AC0"/>
    <w:rsid w:val="00021D28"/>
    <w:rsid w:val="00022335"/>
    <w:rsid w:val="00022511"/>
    <w:rsid w:val="00023DBC"/>
    <w:rsid w:val="000240B3"/>
    <w:rsid w:val="000254E0"/>
    <w:rsid w:val="00025996"/>
    <w:rsid w:val="00025D00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5576"/>
    <w:rsid w:val="000362ED"/>
    <w:rsid w:val="00036458"/>
    <w:rsid w:val="00036D59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69E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6043A"/>
    <w:rsid w:val="0006228C"/>
    <w:rsid w:val="000628E4"/>
    <w:rsid w:val="00062C75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6A0"/>
    <w:rsid w:val="000750FA"/>
    <w:rsid w:val="0007564D"/>
    <w:rsid w:val="00076245"/>
    <w:rsid w:val="00081ABC"/>
    <w:rsid w:val="00082CE7"/>
    <w:rsid w:val="000843E2"/>
    <w:rsid w:val="00084652"/>
    <w:rsid w:val="00084D93"/>
    <w:rsid w:val="00084EE5"/>
    <w:rsid w:val="000852D8"/>
    <w:rsid w:val="00085DFC"/>
    <w:rsid w:val="000863CA"/>
    <w:rsid w:val="00086A2C"/>
    <w:rsid w:val="00086C5B"/>
    <w:rsid w:val="000903EA"/>
    <w:rsid w:val="00090BFD"/>
    <w:rsid w:val="00091839"/>
    <w:rsid w:val="00091D93"/>
    <w:rsid w:val="00092157"/>
    <w:rsid w:val="00092335"/>
    <w:rsid w:val="000924FC"/>
    <w:rsid w:val="0009280D"/>
    <w:rsid w:val="00092F14"/>
    <w:rsid w:val="00093508"/>
    <w:rsid w:val="0009396B"/>
    <w:rsid w:val="00093D46"/>
    <w:rsid w:val="000945F7"/>
    <w:rsid w:val="00094A9A"/>
    <w:rsid w:val="00094C85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6CE"/>
    <w:rsid w:val="000A571E"/>
    <w:rsid w:val="000A6C95"/>
    <w:rsid w:val="000A6DD3"/>
    <w:rsid w:val="000A76EA"/>
    <w:rsid w:val="000A7AEF"/>
    <w:rsid w:val="000B0158"/>
    <w:rsid w:val="000B09FD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2052"/>
    <w:rsid w:val="000C2087"/>
    <w:rsid w:val="000C20DE"/>
    <w:rsid w:val="000C26F2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53C"/>
    <w:rsid w:val="000D03EC"/>
    <w:rsid w:val="000D0764"/>
    <w:rsid w:val="000D1106"/>
    <w:rsid w:val="000D19ED"/>
    <w:rsid w:val="000D1A5C"/>
    <w:rsid w:val="000D1A7B"/>
    <w:rsid w:val="000D4123"/>
    <w:rsid w:val="000D4244"/>
    <w:rsid w:val="000D4E49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4B9A"/>
    <w:rsid w:val="000E53A5"/>
    <w:rsid w:val="000E5CB3"/>
    <w:rsid w:val="000E5E8F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6135"/>
    <w:rsid w:val="000F6396"/>
    <w:rsid w:val="000F72A6"/>
    <w:rsid w:val="000F7335"/>
    <w:rsid w:val="00100438"/>
    <w:rsid w:val="001007DD"/>
    <w:rsid w:val="0010094B"/>
    <w:rsid w:val="00100ABF"/>
    <w:rsid w:val="00101393"/>
    <w:rsid w:val="00101AC5"/>
    <w:rsid w:val="00101B08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1411"/>
    <w:rsid w:val="00112EEC"/>
    <w:rsid w:val="001131D5"/>
    <w:rsid w:val="001133D3"/>
    <w:rsid w:val="00113CC3"/>
    <w:rsid w:val="001141D9"/>
    <w:rsid w:val="00114DBB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E8E"/>
    <w:rsid w:val="00122EF6"/>
    <w:rsid w:val="001232E1"/>
    <w:rsid w:val="00123638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767"/>
    <w:rsid w:val="00127B5E"/>
    <w:rsid w:val="001304B0"/>
    <w:rsid w:val="001317DB"/>
    <w:rsid w:val="00131C6E"/>
    <w:rsid w:val="00132E9D"/>
    <w:rsid w:val="00133206"/>
    <w:rsid w:val="00133D23"/>
    <w:rsid w:val="00133DA7"/>
    <w:rsid w:val="00133F87"/>
    <w:rsid w:val="001352AC"/>
    <w:rsid w:val="0013606E"/>
    <w:rsid w:val="00136442"/>
    <w:rsid w:val="00136669"/>
    <w:rsid w:val="0013798F"/>
    <w:rsid w:val="001379D0"/>
    <w:rsid w:val="00137AA8"/>
    <w:rsid w:val="00140CC2"/>
    <w:rsid w:val="0014156A"/>
    <w:rsid w:val="00143F7A"/>
    <w:rsid w:val="00143F7E"/>
    <w:rsid w:val="00146159"/>
    <w:rsid w:val="001462CE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AFF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9FA"/>
    <w:rsid w:val="00160D5E"/>
    <w:rsid w:val="001617C5"/>
    <w:rsid w:val="00161B48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33AE"/>
    <w:rsid w:val="0017354F"/>
    <w:rsid w:val="00173D07"/>
    <w:rsid w:val="001752DF"/>
    <w:rsid w:val="00175AB5"/>
    <w:rsid w:val="00175BF7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626F"/>
    <w:rsid w:val="00196326"/>
    <w:rsid w:val="00196345"/>
    <w:rsid w:val="0019695B"/>
    <w:rsid w:val="00197721"/>
    <w:rsid w:val="001A0F4A"/>
    <w:rsid w:val="001A1125"/>
    <w:rsid w:val="001A1671"/>
    <w:rsid w:val="001A1C3A"/>
    <w:rsid w:val="001A2003"/>
    <w:rsid w:val="001A2525"/>
    <w:rsid w:val="001A39B9"/>
    <w:rsid w:val="001A3A22"/>
    <w:rsid w:val="001A413B"/>
    <w:rsid w:val="001A42A0"/>
    <w:rsid w:val="001A465C"/>
    <w:rsid w:val="001A4C56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1F65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72FA"/>
    <w:rsid w:val="001B7C9E"/>
    <w:rsid w:val="001B7F5D"/>
    <w:rsid w:val="001C00D7"/>
    <w:rsid w:val="001C15F7"/>
    <w:rsid w:val="001C1DDC"/>
    <w:rsid w:val="001C234D"/>
    <w:rsid w:val="001C2AE7"/>
    <w:rsid w:val="001C3268"/>
    <w:rsid w:val="001C3719"/>
    <w:rsid w:val="001C401A"/>
    <w:rsid w:val="001C51F6"/>
    <w:rsid w:val="001C548D"/>
    <w:rsid w:val="001C587B"/>
    <w:rsid w:val="001D07AB"/>
    <w:rsid w:val="001D08F3"/>
    <w:rsid w:val="001D0A39"/>
    <w:rsid w:val="001D12B5"/>
    <w:rsid w:val="001D1A0A"/>
    <w:rsid w:val="001D1BFC"/>
    <w:rsid w:val="001D1CEA"/>
    <w:rsid w:val="001D245E"/>
    <w:rsid w:val="001D2668"/>
    <w:rsid w:val="001D34D0"/>
    <w:rsid w:val="001D3991"/>
    <w:rsid w:val="001D3D21"/>
    <w:rsid w:val="001D406E"/>
    <w:rsid w:val="001D43B8"/>
    <w:rsid w:val="001D51E7"/>
    <w:rsid w:val="001D60BD"/>
    <w:rsid w:val="001D6121"/>
    <w:rsid w:val="001D6308"/>
    <w:rsid w:val="001D6726"/>
    <w:rsid w:val="001D6CE2"/>
    <w:rsid w:val="001D7EEF"/>
    <w:rsid w:val="001E04E4"/>
    <w:rsid w:val="001E1124"/>
    <w:rsid w:val="001E181A"/>
    <w:rsid w:val="001E1829"/>
    <w:rsid w:val="001E1B63"/>
    <w:rsid w:val="001E3811"/>
    <w:rsid w:val="001E3F35"/>
    <w:rsid w:val="001E462A"/>
    <w:rsid w:val="001E4C01"/>
    <w:rsid w:val="001E5A10"/>
    <w:rsid w:val="001E607C"/>
    <w:rsid w:val="001E65AF"/>
    <w:rsid w:val="001E6CA9"/>
    <w:rsid w:val="001E746B"/>
    <w:rsid w:val="001E7B3F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1F7F64"/>
    <w:rsid w:val="00200753"/>
    <w:rsid w:val="00202701"/>
    <w:rsid w:val="002031D7"/>
    <w:rsid w:val="002033C2"/>
    <w:rsid w:val="00203540"/>
    <w:rsid w:val="00203EDD"/>
    <w:rsid w:val="00203F4B"/>
    <w:rsid w:val="00204891"/>
    <w:rsid w:val="00204D63"/>
    <w:rsid w:val="0020640F"/>
    <w:rsid w:val="00207B0F"/>
    <w:rsid w:val="00207C02"/>
    <w:rsid w:val="00207E04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5F6"/>
    <w:rsid w:val="00215BC3"/>
    <w:rsid w:val="00215FB3"/>
    <w:rsid w:val="00216242"/>
    <w:rsid w:val="00217047"/>
    <w:rsid w:val="00217CDD"/>
    <w:rsid w:val="00220092"/>
    <w:rsid w:val="00220BAC"/>
    <w:rsid w:val="00220D10"/>
    <w:rsid w:val="00221139"/>
    <w:rsid w:val="00222077"/>
    <w:rsid w:val="00222B7B"/>
    <w:rsid w:val="002236F6"/>
    <w:rsid w:val="00225C5C"/>
    <w:rsid w:val="002273FC"/>
    <w:rsid w:val="00227D4D"/>
    <w:rsid w:val="00230EA3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488"/>
    <w:rsid w:val="00236B47"/>
    <w:rsid w:val="00236BD1"/>
    <w:rsid w:val="00236C7F"/>
    <w:rsid w:val="00237191"/>
    <w:rsid w:val="0023765E"/>
    <w:rsid w:val="00237FC7"/>
    <w:rsid w:val="002407C1"/>
    <w:rsid w:val="00240A0E"/>
    <w:rsid w:val="00240AAD"/>
    <w:rsid w:val="00240BC4"/>
    <w:rsid w:val="00241560"/>
    <w:rsid w:val="002421AB"/>
    <w:rsid w:val="00243D4A"/>
    <w:rsid w:val="00243DB5"/>
    <w:rsid w:val="00244030"/>
    <w:rsid w:val="002441BB"/>
    <w:rsid w:val="0024560D"/>
    <w:rsid w:val="00245650"/>
    <w:rsid w:val="002456C3"/>
    <w:rsid w:val="00245770"/>
    <w:rsid w:val="002473FE"/>
    <w:rsid w:val="00250D46"/>
    <w:rsid w:val="00250E38"/>
    <w:rsid w:val="00251224"/>
    <w:rsid w:val="002513DA"/>
    <w:rsid w:val="0025320E"/>
    <w:rsid w:val="002532D2"/>
    <w:rsid w:val="00253DD5"/>
    <w:rsid w:val="00255EBF"/>
    <w:rsid w:val="002561E8"/>
    <w:rsid w:val="00256CAD"/>
    <w:rsid w:val="002571D7"/>
    <w:rsid w:val="00260655"/>
    <w:rsid w:val="002615B2"/>
    <w:rsid w:val="0026401B"/>
    <w:rsid w:val="00264760"/>
    <w:rsid w:val="00264A20"/>
    <w:rsid w:val="0026500E"/>
    <w:rsid w:val="00265A2E"/>
    <w:rsid w:val="002661EC"/>
    <w:rsid w:val="00266E4D"/>
    <w:rsid w:val="00266F84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7EE8"/>
    <w:rsid w:val="00280FE0"/>
    <w:rsid w:val="0028196E"/>
    <w:rsid w:val="00281ACC"/>
    <w:rsid w:val="00281D0A"/>
    <w:rsid w:val="0028238C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7DE"/>
    <w:rsid w:val="00286CA8"/>
    <w:rsid w:val="00286F0D"/>
    <w:rsid w:val="002872F8"/>
    <w:rsid w:val="002875BC"/>
    <w:rsid w:val="00287C96"/>
    <w:rsid w:val="00291531"/>
    <w:rsid w:val="0029184D"/>
    <w:rsid w:val="00291A4D"/>
    <w:rsid w:val="00292737"/>
    <w:rsid w:val="00293814"/>
    <w:rsid w:val="00293BC2"/>
    <w:rsid w:val="00293D1B"/>
    <w:rsid w:val="00295301"/>
    <w:rsid w:val="00295BDB"/>
    <w:rsid w:val="00295DE5"/>
    <w:rsid w:val="00296704"/>
    <w:rsid w:val="002967C1"/>
    <w:rsid w:val="00296E6B"/>
    <w:rsid w:val="00297033"/>
    <w:rsid w:val="00297720"/>
    <w:rsid w:val="002A0615"/>
    <w:rsid w:val="002A082E"/>
    <w:rsid w:val="002A15F9"/>
    <w:rsid w:val="002A1EB2"/>
    <w:rsid w:val="002A238E"/>
    <w:rsid w:val="002A245B"/>
    <w:rsid w:val="002A3074"/>
    <w:rsid w:val="002A3912"/>
    <w:rsid w:val="002A4CEA"/>
    <w:rsid w:val="002A4EB1"/>
    <w:rsid w:val="002A5366"/>
    <w:rsid w:val="002A5C3D"/>
    <w:rsid w:val="002A5FB4"/>
    <w:rsid w:val="002A7F3B"/>
    <w:rsid w:val="002B090F"/>
    <w:rsid w:val="002B0A0C"/>
    <w:rsid w:val="002B0AB4"/>
    <w:rsid w:val="002B0F99"/>
    <w:rsid w:val="002B137D"/>
    <w:rsid w:val="002B1D22"/>
    <w:rsid w:val="002B2015"/>
    <w:rsid w:val="002B291B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203C"/>
    <w:rsid w:val="002D20D3"/>
    <w:rsid w:val="002D3B22"/>
    <w:rsid w:val="002D3D13"/>
    <w:rsid w:val="002D4514"/>
    <w:rsid w:val="002D4862"/>
    <w:rsid w:val="002D4F9C"/>
    <w:rsid w:val="002E014B"/>
    <w:rsid w:val="002E0A8C"/>
    <w:rsid w:val="002E0DE0"/>
    <w:rsid w:val="002E1411"/>
    <w:rsid w:val="002E1979"/>
    <w:rsid w:val="002E3564"/>
    <w:rsid w:val="002E3C57"/>
    <w:rsid w:val="002E3F5F"/>
    <w:rsid w:val="002E5190"/>
    <w:rsid w:val="002E75B5"/>
    <w:rsid w:val="002E784E"/>
    <w:rsid w:val="002F011B"/>
    <w:rsid w:val="002F0375"/>
    <w:rsid w:val="002F1621"/>
    <w:rsid w:val="002F182E"/>
    <w:rsid w:val="002F1FC4"/>
    <w:rsid w:val="002F2049"/>
    <w:rsid w:val="002F2141"/>
    <w:rsid w:val="002F35F7"/>
    <w:rsid w:val="002F46D9"/>
    <w:rsid w:val="002F4ABF"/>
    <w:rsid w:val="002F4D61"/>
    <w:rsid w:val="002F5AAF"/>
    <w:rsid w:val="002F62E7"/>
    <w:rsid w:val="002F64D8"/>
    <w:rsid w:val="00300323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1092B"/>
    <w:rsid w:val="00310EB3"/>
    <w:rsid w:val="003117BC"/>
    <w:rsid w:val="0031190E"/>
    <w:rsid w:val="00311B52"/>
    <w:rsid w:val="00311BFA"/>
    <w:rsid w:val="0031260E"/>
    <w:rsid w:val="00312C3D"/>
    <w:rsid w:val="00313176"/>
    <w:rsid w:val="0031335A"/>
    <w:rsid w:val="003137B8"/>
    <w:rsid w:val="00313CA6"/>
    <w:rsid w:val="0031413D"/>
    <w:rsid w:val="0031448D"/>
    <w:rsid w:val="003149D6"/>
    <w:rsid w:val="00314CAE"/>
    <w:rsid w:val="00314EC3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DE3"/>
    <w:rsid w:val="00334FED"/>
    <w:rsid w:val="00335830"/>
    <w:rsid w:val="00335CEB"/>
    <w:rsid w:val="003373D6"/>
    <w:rsid w:val="003376A8"/>
    <w:rsid w:val="0033793B"/>
    <w:rsid w:val="003400F2"/>
    <w:rsid w:val="003404A1"/>
    <w:rsid w:val="00341D45"/>
    <w:rsid w:val="00341FAD"/>
    <w:rsid w:val="00342F4E"/>
    <w:rsid w:val="00342FDF"/>
    <w:rsid w:val="003431D7"/>
    <w:rsid w:val="003438CC"/>
    <w:rsid w:val="003469C1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7F6"/>
    <w:rsid w:val="0035584B"/>
    <w:rsid w:val="003559DB"/>
    <w:rsid w:val="003566A2"/>
    <w:rsid w:val="00357DEA"/>
    <w:rsid w:val="0036007B"/>
    <w:rsid w:val="00360502"/>
    <w:rsid w:val="00360A51"/>
    <w:rsid w:val="00360B6D"/>
    <w:rsid w:val="003615AC"/>
    <w:rsid w:val="0036270C"/>
    <w:rsid w:val="00362DBD"/>
    <w:rsid w:val="00362DFC"/>
    <w:rsid w:val="00363119"/>
    <w:rsid w:val="00363E5E"/>
    <w:rsid w:val="00364978"/>
    <w:rsid w:val="00364AF4"/>
    <w:rsid w:val="00364E2E"/>
    <w:rsid w:val="00364FBA"/>
    <w:rsid w:val="00365212"/>
    <w:rsid w:val="00365DAB"/>
    <w:rsid w:val="00365DBF"/>
    <w:rsid w:val="00366CC1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6C8A"/>
    <w:rsid w:val="00376FCC"/>
    <w:rsid w:val="00377369"/>
    <w:rsid w:val="00377BEA"/>
    <w:rsid w:val="00377D9C"/>
    <w:rsid w:val="00380457"/>
    <w:rsid w:val="00380905"/>
    <w:rsid w:val="0038153E"/>
    <w:rsid w:val="003816AF"/>
    <w:rsid w:val="0038206E"/>
    <w:rsid w:val="00383212"/>
    <w:rsid w:val="003838EB"/>
    <w:rsid w:val="00383988"/>
    <w:rsid w:val="003840FA"/>
    <w:rsid w:val="0038487F"/>
    <w:rsid w:val="003859A1"/>
    <w:rsid w:val="003861AF"/>
    <w:rsid w:val="003877A9"/>
    <w:rsid w:val="00387F65"/>
    <w:rsid w:val="00390461"/>
    <w:rsid w:val="003912D8"/>
    <w:rsid w:val="00391472"/>
    <w:rsid w:val="00391C05"/>
    <w:rsid w:val="003925B5"/>
    <w:rsid w:val="00394198"/>
    <w:rsid w:val="003942C9"/>
    <w:rsid w:val="003944BA"/>
    <w:rsid w:val="00394606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41D1"/>
    <w:rsid w:val="003A44AA"/>
    <w:rsid w:val="003A57F7"/>
    <w:rsid w:val="003A609C"/>
    <w:rsid w:val="003A60A2"/>
    <w:rsid w:val="003A7A6F"/>
    <w:rsid w:val="003B0569"/>
    <w:rsid w:val="003B1248"/>
    <w:rsid w:val="003B1FB5"/>
    <w:rsid w:val="003B3A6E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055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7BB4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7515"/>
    <w:rsid w:val="003F758F"/>
    <w:rsid w:val="003F7ADC"/>
    <w:rsid w:val="00400121"/>
    <w:rsid w:val="0040144E"/>
    <w:rsid w:val="004014D8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7623"/>
    <w:rsid w:val="00410F74"/>
    <w:rsid w:val="0041152D"/>
    <w:rsid w:val="00412737"/>
    <w:rsid w:val="00412E5C"/>
    <w:rsid w:val="004132C2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21AB5"/>
    <w:rsid w:val="004220D1"/>
    <w:rsid w:val="004223E6"/>
    <w:rsid w:val="00422899"/>
    <w:rsid w:val="0042346D"/>
    <w:rsid w:val="00425EE1"/>
    <w:rsid w:val="004264B8"/>
    <w:rsid w:val="004267AA"/>
    <w:rsid w:val="0042737B"/>
    <w:rsid w:val="00430AEC"/>
    <w:rsid w:val="0043169E"/>
    <w:rsid w:val="00433391"/>
    <w:rsid w:val="0043342D"/>
    <w:rsid w:val="00434B02"/>
    <w:rsid w:val="004351F9"/>
    <w:rsid w:val="00435FB3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3483"/>
    <w:rsid w:val="00463CC6"/>
    <w:rsid w:val="00463E62"/>
    <w:rsid w:val="00464760"/>
    <w:rsid w:val="00465063"/>
    <w:rsid w:val="00465D58"/>
    <w:rsid w:val="004663BE"/>
    <w:rsid w:val="00466F0A"/>
    <w:rsid w:val="00470281"/>
    <w:rsid w:val="0047123C"/>
    <w:rsid w:val="004718DA"/>
    <w:rsid w:val="00471C67"/>
    <w:rsid w:val="00472180"/>
    <w:rsid w:val="00472688"/>
    <w:rsid w:val="004730A8"/>
    <w:rsid w:val="004733CD"/>
    <w:rsid w:val="004748C8"/>
    <w:rsid w:val="004748E1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5B0A"/>
    <w:rsid w:val="00485DF8"/>
    <w:rsid w:val="0048611F"/>
    <w:rsid w:val="00486B31"/>
    <w:rsid w:val="00486E88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7A19"/>
    <w:rsid w:val="004A00DD"/>
    <w:rsid w:val="004A0239"/>
    <w:rsid w:val="004A07F4"/>
    <w:rsid w:val="004A0A45"/>
    <w:rsid w:val="004A0F8C"/>
    <w:rsid w:val="004A2C45"/>
    <w:rsid w:val="004A2E44"/>
    <w:rsid w:val="004A3406"/>
    <w:rsid w:val="004A39E3"/>
    <w:rsid w:val="004A444C"/>
    <w:rsid w:val="004A45BB"/>
    <w:rsid w:val="004A4ED5"/>
    <w:rsid w:val="004A5F5A"/>
    <w:rsid w:val="004A6824"/>
    <w:rsid w:val="004A6864"/>
    <w:rsid w:val="004A7867"/>
    <w:rsid w:val="004B0843"/>
    <w:rsid w:val="004B096A"/>
    <w:rsid w:val="004B0C83"/>
    <w:rsid w:val="004B1156"/>
    <w:rsid w:val="004B1532"/>
    <w:rsid w:val="004B1690"/>
    <w:rsid w:val="004B19B8"/>
    <w:rsid w:val="004B1E78"/>
    <w:rsid w:val="004B3138"/>
    <w:rsid w:val="004B3A31"/>
    <w:rsid w:val="004B4493"/>
    <w:rsid w:val="004B6C2F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DF2"/>
    <w:rsid w:val="004D40E2"/>
    <w:rsid w:val="004D4715"/>
    <w:rsid w:val="004D493C"/>
    <w:rsid w:val="004D5033"/>
    <w:rsid w:val="004D5173"/>
    <w:rsid w:val="004D5833"/>
    <w:rsid w:val="004D6089"/>
    <w:rsid w:val="004D77B4"/>
    <w:rsid w:val="004D7AC4"/>
    <w:rsid w:val="004D7D14"/>
    <w:rsid w:val="004E089C"/>
    <w:rsid w:val="004E0D16"/>
    <w:rsid w:val="004E0F97"/>
    <w:rsid w:val="004E0FFA"/>
    <w:rsid w:val="004E11F2"/>
    <w:rsid w:val="004E1B76"/>
    <w:rsid w:val="004E204E"/>
    <w:rsid w:val="004E2295"/>
    <w:rsid w:val="004E30AC"/>
    <w:rsid w:val="004E48FD"/>
    <w:rsid w:val="004E4ACF"/>
    <w:rsid w:val="004E5961"/>
    <w:rsid w:val="004E6A7F"/>
    <w:rsid w:val="004E6AA2"/>
    <w:rsid w:val="004E7159"/>
    <w:rsid w:val="004F013F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B54"/>
    <w:rsid w:val="005012FE"/>
    <w:rsid w:val="005015FA"/>
    <w:rsid w:val="005021F7"/>
    <w:rsid w:val="00502943"/>
    <w:rsid w:val="00502B4F"/>
    <w:rsid w:val="00502B66"/>
    <w:rsid w:val="005052CE"/>
    <w:rsid w:val="005066DC"/>
    <w:rsid w:val="00506FD5"/>
    <w:rsid w:val="00507527"/>
    <w:rsid w:val="00507CD7"/>
    <w:rsid w:val="00510B82"/>
    <w:rsid w:val="00511398"/>
    <w:rsid w:val="0051288C"/>
    <w:rsid w:val="005128C3"/>
    <w:rsid w:val="00512C37"/>
    <w:rsid w:val="0051327D"/>
    <w:rsid w:val="00513D2C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4111"/>
    <w:rsid w:val="0053446E"/>
    <w:rsid w:val="00535A3E"/>
    <w:rsid w:val="00535B63"/>
    <w:rsid w:val="00535D74"/>
    <w:rsid w:val="00536732"/>
    <w:rsid w:val="00537535"/>
    <w:rsid w:val="005405C4"/>
    <w:rsid w:val="005408C3"/>
    <w:rsid w:val="00541586"/>
    <w:rsid w:val="0054161B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4A8"/>
    <w:rsid w:val="00545C3B"/>
    <w:rsid w:val="005462AD"/>
    <w:rsid w:val="00546CA9"/>
    <w:rsid w:val="00546F8E"/>
    <w:rsid w:val="005475B2"/>
    <w:rsid w:val="00547897"/>
    <w:rsid w:val="005500EF"/>
    <w:rsid w:val="0055053B"/>
    <w:rsid w:val="00551E32"/>
    <w:rsid w:val="00552ACD"/>
    <w:rsid w:val="005531B7"/>
    <w:rsid w:val="0055482C"/>
    <w:rsid w:val="00554A92"/>
    <w:rsid w:val="00554B6C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FC9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4E9"/>
    <w:rsid w:val="00573A93"/>
    <w:rsid w:val="00573B66"/>
    <w:rsid w:val="00573E31"/>
    <w:rsid w:val="00575621"/>
    <w:rsid w:val="005761A3"/>
    <w:rsid w:val="0057719F"/>
    <w:rsid w:val="005771D9"/>
    <w:rsid w:val="005775CA"/>
    <w:rsid w:val="00577DA4"/>
    <w:rsid w:val="0058063D"/>
    <w:rsid w:val="0058109D"/>
    <w:rsid w:val="00581AA1"/>
    <w:rsid w:val="00582180"/>
    <w:rsid w:val="00583B42"/>
    <w:rsid w:val="00584245"/>
    <w:rsid w:val="00585416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6DB"/>
    <w:rsid w:val="005A2C88"/>
    <w:rsid w:val="005A399C"/>
    <w:rsid w:val="005A4CDA"/>
    <w:rsid w:val="005A53E3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30B6"/>
    <w:rsid w:val="005C317F"/>
    <w:rsid w:val="005C3E0D"/>
    <w:rsid w:val="005C58E8"/>
    <w:rsid w:val="005C5AF9"/>
    <w:rsid w:val="005C663D"/>
    <w:rsid w:val="005C66CD"/>
    <w:rsid w:val="005C716D"/>
    <w:rsid w:val="005D017C"/>
    <w:rsid w:val="005D0374"/>
    <w:rsid w:val="005D03A4"/>
    <w:rsid w:val="005D03AC"/>
    <w:rsid w:val="005D0473"/>
    <w:rsid w:val="005D13EA"/>
    <w:rsid w:val="005D2F18"/>
    <w:rsid w:val="005D44EA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B83"/>
    <w:rsid w:val="005F0094"/>
    <w:rsid w:val="005F07A4"/>
    <w:rsid w:val="005F1DC2"/>
    <w:rsid w:val="005F1FCB"/>
    <w:rsid w:val="005F28FE"/>
    <w:rsid w:val="005F295B"/>
    <w:rsid w:val="005F2C3A"/>
    <w:rsid w:val="005F32F6"/>
    <w:rsid w:val="005F3999"/>
    <w:rsid w:val="005F53F6"/>
    <w:rsid w:val="005F5A25"/>
    <w:rsid w:val="005F5BF9"/>
    <w:rsid w:val="005F65E2"/>
    <w:rsid w:val="005F6882"/>
    <w:rsid w:val="005F71CE"/>
    <w:rsid w:val="005F766E"/>
    <w:rsid w:val="005F7C07"/>
    <w:rsid w:val="005F7E0E"/>
    <w:rsid w:val="005F7F61"/>
    <w:rsid w:val="005F7FAE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509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5683"/>
    <w:rsid w:val="0062037D"/>
    <w:rsid w:val="006204A9"/>
    <w:rsid w:val="00620B4C"/>
    <w:rsid w:val="00621698"/>
    <w:rsid w:val="00621EF0"/>
    <w:rsid w:val="00622413"/>
    <w:rsid w:val="006233CE"/>
    <w:rsid w:val="00623CCD"/>
    <w:rsid w:val="00623E21"/>
    <w:rsid w:val="00624462"/>
    <w:rsid w:val="006248B0"/>
    <w:rsid w:val="006249DC"/>
    <w:rsid w:val="00624CA6"/>
    <w:rsid w:val="00626EF7"/>
    <w:rsid w:val="00626FC8"/>
    <w:rsid w:val="00627220"/>
    <w:rsid w:val="00630352"/>
    <w:rsid w:val="00630FFA"/>
    <w:rsid w:val="0063110B"/>
    <w:rsid w:val="00631E84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40E45"/>
    <w:rsid w:val="00641277"/>
    <w:rsid w:val="00643097"/>
    <w:rsid w:val="006436E3"/>
    <w:rsid w:val="00643FD0"/>
    <w:rsid w:val="00645449"/>
    <w:rsid w:val="00646047"/>
    <w:rsid w:val="006462CA"/>
    <w:rsid w:val="00646643"/>
    <w:rsid w:val="006467E2"/>
    <w:rsid w:val="00646B9C"/>
    <w:rsid w:val="006478EA"/>
    <w:rsid w:val="00650C9C"/>
    <w:rsid w:val="00650FAF"/>
    <w:rsid w:val="006515FE"/>
    <w:rsid w:val="00651F67"/>
    <w:rsid w:val="006522DB"/>
    <w:rsid w:val="00652487"/>
    <w:rsid w:val="00652934"/>
    <w:rsid w:val="00653D1B"/>
    <w:rsid w:val="00653E1D"/>
    <w:rsid w:val="00653F9A"/>
    <w:rsid w:val="006548F5"/>
    <w:rsid w:val="006551B7"/>
    <w:rsid w:val="00655FF3"/>
    <w:rsid w:val="00656201"/>
    <w:rsid w:val="00656A70"/>
    <w:rsid w:val="00656CBC"/>
    <w:rsid w:val="00656CE9"/>
    <w:rsid w:val="00657245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548"/>
    <w:rsid w:val="0066744F"/>
    <w:rsid w:val="006674DE"/>
    <w:rsid w:val="00667A7F"/>
    <w:rsid w:val="00670060"/>
    <w:rsid w:val="006708AC"/>
    <w:rsid w:val="0067095E"/>
    <w:rsid w:val="00670A49"/>
    <w:rsid w:val="006715E6"/>
    <w:rsid w:val="00671925"/>
    <w:rsid w:val="006723CC"/>
    <w:rsid w:val="00672A16"/>
    <w:rsid w:val="006744ED"/>
    <w:rsid w:val="00675502"/>
    <w:rsid w:val="00675A26"/>
    <w:rsid w:val="00675E75"/>
    <w:rsid w:val="006763F8"/>
    <w:rsid w:val="00676609"/>
    <w:rsid w:val="00680142"/>
    <w:rsid w:val="006807F8"/>
    <w:rsid w:val="0068081B"/>
    <w:rsid w:val="00680C27"/>
    <w:rsid w:val="00680C28"/>
    <w:rsid w:val="00680EE1"/>
    <w:rsid w:val="00681D8B"/>
    <w:rsid w:val="00682105"/>
    <w:rsid w:val="00682961"/>
    <w:rsid w:val="0068413E"/>
    <w:rsid w:val="006846C3"/>
    <w:rsid w:val="00685388"/>
    <w:rsid w:val="006853AB"/>
    <w:rsid w:val="0068613F"/>
    <w:rsid w:val="006867E8"/>
    <w:rsid w:val="00687D71"/>
    <w:rsid w:val="00687D94"/>
    <w:rsid w:val="00690C11"/>
    <w:rsid w:val="00691FDB"/>
    <w:rsid w:val="00692019"/>
    <w:rsid w:val="00692B74"/>
    <w:rsid w:val="00693ABB"/>
    <w:rsid w:val="0069448C"/>
    <w:rsid w:val="00694BF4"/>
    <w:rsid w:val="00695565"/>
    <w:rsid w:val="006966B4"/>
    <w:rsid w:val="006972FF"/>
    <w:rsid w:val="00697561"/>
    <w:rsid w:val="00697915"/>
    <w:rsid w:val="006A099A"/>
    <w:rsid w:val="006A1AE1"/>
    <w:rsid w:val="006A2726"/>
    <w:rsid w:val="006A284F"/>
    <w:rsid w:val="006A312C"/>
    <w:rsid w:val="006A441C"/>
    <w:rsid w:val="006A4772"/>
    <w:rsid w:val="006A4EFC"/>
    <w:rsid w:val="006A63F2"/>
    <w:rsid w:val="006A731C"/>
    <w:rsid w:val="006A795C"/>
    <w:rsid w:val="006A7ACD"/>
    <w:rsid w:val="006B02E0"/>
    <w:rsid w:val="006B04F1"/>
    <w:rsid w:val="006B0589"/>
    <w:rsid w:val="006B0E3C"/>
    <w:rsid w:val="006B2335"/>
    <w:rsid w:val="006B2350"/>
    <w:rsid w:val="006B2520"/>
    <w:rsid w:val="006B3907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1126"/>
    <w:rsid w:val="006C1288"/>
    <w:rsid w:val="006C2406"/>
    <w:rsid w:val="006C2D86"/>
    <w:rsid w:val="006C32D3"/>
    <w:rsid w:val="006C40EF"/>
    <w:rsid w:val="006C49BB"/>
    <w:rsid w:val="006C7544"/>
    <w:rsid w:val="006C7B39"/>
    <w:rsid w:val="006D1B3A"/>
    <w:rsid w:val="006D25CC"/>
    <w:rsid w:val="006D2600"/>
    <w:rsid w:val="006D28FF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66B"/>
    <w:rsid w:val="006E3732"/>
    <w:rsid w:val="006E3AFB"/>
    <w:rsid w:val="006E438C"/>
    <w:rsid w:val="006E4A7F"/>
    <w:rsid w:val="006E6924"/>
    <w:rsid w:val="006E7041"/>
    <w:rsid w:val="006E73E3"/>
    <w:rsid w:val="006E78EF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B23"/>
    <w:rsid w:val="006F6047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101B"/>
    <w:rsid w:val="00731713"/>
    <w:rsid w:val="007321C1"/>
    <w:rsid w:val="0073308E"/>
    <w:rsid w:val="00733367"/>
    <w:rsid w:val="00733809"/>
    <w:rsid w:val="00733989"/>
    <w:rsid w:val="00733CEE"/>
    <w:rsid w:val="007342CA"/>
    <w:rsid w:val="007351E8"/>
    <w:rsid w:val="0073686C"/>
    <w:rsid w:val="00736A01"/>
    <w:rsid w:val="00740045"/>
    <w:rsid w:val="007405D1"/>
    <w:rsid w:val="00740B6D"/>
    <w:rsid w:val="00741627"/>
    <w:rsid w:val="00741E4A"/>
    <w:rsid w:val="0074227E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DC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B59"/>
    <w:rsid w:val="0075791E"/>
    <w:rsid w:val="00757D23"/>
    <w:rsid w:val="0076103F"/>
    <w:rsid w:val="007612CE"/>
    <w:rsid w:val="00761BF2"/>
    <w:rsid w:val="00761DE1"/>
    <w:rsid w:val="00762215"/>
    <w:rsid w:val="00763ECF"/>
    <w:rsid w:val="007645CD"/>
    <w:rsid w:val="00765831"/>
    <w:rsid w:val="00765D63"/>
    <w:rsid w:val="00765E78"/>
    <w:rsid w:val="00766102"/>
    <w:rsid w:val="007675C9"/>
    <w:rsid w:val="00767C18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5CCA"/>
    <w:rsid w:val="00777AE1"/>
    <w:rsid w:val="00777AFB"/>
    <w:rsid w:val="00777B4E"/>
    <w:rsid w:val="00777ED7"/>
    <w:rsid w:val="007813C7"/>
    <w:rsid w:val="00781B02"/>
    <w:rsid w:val="00783E87"/>
    <w:rsid w:val="007850B1"/>
    <w:rsid w:val="00785179"/>
    <w:rsid w:val="007874A4"/>
    <w:rsid w:val="00791791"/>
    <w:rsid w:val="0079254F"/>
    <w:rsid w:val="00792900"/>
    <w:rsid w:val="00792C83"/>
    <w:rsid w:val="00793669"/>
    <w:rsid w:val="00793715"/>
    <w:rsid w:val="00793C0F"/>
    <w:rsid w:val="00793D53"/>
    <w:rsid w:val="00794A83"/>
    <w:rsid w:val="0079563F"/>
    <w:rsid w:val="0079576B"/>
    <w:rsid w:val="0079633F"/>
    <w:rsid w:val="0079694F"/>
    <w:rsid w:val="00796A9C"/>
    <w:rsid w:val="007A1606"/>
    <w:rsid w:val="007A1CE5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23C9"/>
    <w:rsid w:val="007B3A85"/>
    <w:rsid w:val="007B439F"/>
    <w:rsid w:val="007B4FA5"/>
    <w:rsid w:val="007B64BE"/>
    <w:rsid w:val="007B69D8"/>
    <w:rsid w:val="007B75F8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0B8"/>
    <w:rsid w:val="007D23FE"/>
    <w:rsid w:val="007D3129"/>
    <w:rsid w:val="007D359F"/>
    <w:rsid w:val="007D35BF"/>
    <w:rsid w:val="007D40ED"/>
    <w:rsid w:val="007D48AB"/>
    <w:rsid w:val="007D4EA4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4AF"/>
    <w:rsid w:val="00806DBD"/>
    <w:rsid w:val="00807858"/>
    <w:rsid w:val="00807C5A"/>
    <w:rsid w:val="00807C63"/>
    <w:rsid w:val="00810492"/>
    <w:rsid w:val="00810EB7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2E1"/>
    <w:rsid w:val="008222F6"/>
    <w:rsid w:val="00822605"/>
    <w:rsid w:val="00822937"/>
    <w:rsid w:val="008232B4"/>
    <w:rsid w:val="00823EA7"/>
    <w:rsid w:val="008256FF"/>
    <w:rsid w:val="00825AB8"/>
    <w:rsid w:val="00825CF8"/>
    <w:rsid w:val="0082619C"/>
    <w:rsid w:val="0082664D"/>
    <w:rsid w:val="00826BE7"/>
    <w:rsid w:val="00826D45"/>
    <w:rsid w:val="008305CC"/>
    <w:rsid w:val="00830F02"/>
    <w:rsid w:val="00831193"/>
    <w:rsid w:val="00831685"/>
    <w:rsid w:val="00831B01"/>
    <w:rsid w:val="00831F8F"/>
    <w:rsid w:val="00833553"/>
    <w:rsid w:val="008335F3"/>
    <w:rsid w:val="008336ED"/>
    <w:rsid w:val="00833735"/>
    <w:rsid w:val="00834357"/>
    <w:rsid w:val="00834656"/>
    <w:rsid w:val="0083494F"/>
    <w:rsid w:val="00834C84"/>
    <w:rsid w:val="00834F18"/>
    <w:rsid w:val="00835DB9"/>
    <w:rsid w:val="00836DFE"/>
    <w:rsid w:val="0084083B"/>
    <w:rsid w:val="008416C2"/>
    <w:rsid w:val="00841C7C"/>
    <w:rsid w:val="00842016"/>
    <w:rsid w:val="00842D7F"/>
    <w:rsid w:val="00843B25"/>
    <w:rsid w:val="00844187"/>
    <w:rsid w:val="00844436"/>
    <w:rsid w:val="00844514"/>
    <w:rsid w:val="00844ABE"/>
    <w:rsid w:val="008451D8"/>
    <w:rsid w:val="0084552A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F75"/>
    <w:rsid w:val="008600EC"/>
    <w:rsid w:val="00860980"/>
    <w:rsid w:val="008610E8"/>
    <w:rsid w:val="00861AC2"/>
    <w:rsid w:val="0086248E"/>
    <w:rsid w:val="0086355D"/>
    <w:rsid w:val="00866267"/>
    <w:rsid w:val="008663AB"/>
    <w:rsid w:val="00867392"/>
    <w:rsid w:val="008704B1"/>
    <w:rsid w:val="00870C9A"/>
    <w:rsid w:val="0087117E"/>
    <w:rsid w:val="00871BF4"/>
    <w:rsid w:val="00872B4E"/>
    <w:rsid w:val="00873FE4"/>
    <w:rsid w:val="008746DD"/>
    <w:rsid w:val="00874A29"/>
    <w:rsid w:val="00875088"/>
    <w:rsid w:val="0087679B"/>
    <w:rsid w:val="0088092A"/>
    <w:rsid w:val="00880DE8"/>
    <w:rsid w:val="0088152D"/>
    <w:rsid w:val="00881A6D"/>
    <w:rsid w:val="00881CE7"/>
    <w:rsid w:val="00882763"/>
    <w:rsid w:val="00882BA3"/>
    <w:rsid w:val="00883E72"/>
    <w:rsid w:val="0088450A"/>
    <w:rsid w:val="0088558E"/>
    <w:rsid w:val="00885865"/>
    <w:rsid w:val="00886611"/>
    <w:rsid w:val="00887831"/>
    <w:rsid w:val="00890737"/>
    <w:rsid w:val="00890EF2"/>
    <w:rsid w:val="00892090"/>
    <w:rsid w:val="0089229E"/>
    <w:rsid w:val="0089348C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132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47E9"/>
    <w:rsid w:val="008C4AE9"/>
    <w:rsid w:val="008C526F"/>
    <w:rsid w:val="008C5EB0"/>
    <w:rsid w:val="008C6232"/>
    <w:rsid w:val="008C6FE0"/>
    <w:rsid w:val="008C747F"/>
    <w:rsid w:val="008C7E06"/>
    <w:rsid w:val="008D220B"/>
    <w:rsid w:val="008D285E"/>
    <w:rsid w:val="008D2CC6"/>
    <w:rsid w:val="008D2DCB"/>
    <w:rsid w:val="008D3FAF"/>
    <w:rsid w:val="008D40FA"/>
    <w:rsid w:val="008D45C5"/>
    <w:rsid w:val="008D5919"/>
    <w:rsid w:val="008D5AA3"/>
    <w:rsid w:val="008D5F57"/>
    <w:rsid w:val="008D6D04"/>
    <w:rsid w:val="008D6DF2"/>
    <w:rsid w:val="008E1102"/>
    <w:rsid w:val="008E1545"/>
    <w:rsid w:val="008E23B9"/>
    <w:rsid w:val="008E271D"/>
    <w:rsid w:val="008E33B5"/>
    <w:rsid w:val="008E3809"/>
    <w:rsid w:val="008E3BB9"/>
    <w:rsid w:val="008E3CB3"/>
    <w:rsid w:val="008E49A0"/>
    <w:rsid w:val="008E5C04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2C5D"/>
    <w:rsid w:val="008F2DA9"/>
    <w:rsid w:val="008F42EC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614"/>
    <w:rsid w:val="009040A3"/>
    <w:rsid w:val="00904B0C"/>
    <w:rsid w:val="00905409"/>
    <w:rsid w:val="00905F62"/>
    <w:rsid w:val="00906D97"/>
    <w:rsid w:val="00907FA1"/>
    <w:rsid w:val="0091029F"/>
    <w:rsid w:val="009107AD"/>
    <w:rsid w:val="00910F64"/>
    <w:rsid w:val="0091231B"/>
    <w:rsid w:val="00912377"/>
    <w:rsid w:val="009143B1"/>
    <w:rsid w:val="00915949"/>
    <w:rsid w:val="00915AEE"/>
    <w:rsid w:val="009164C8"/>
    <w:rsid w:val="009164E9"/>
    <w:rsid w:val="009172B2"/>
    <w:rsid w:val="009179AD"/>
    <w:rsid w:val="00917EA8"/>
    <w:rsid w:val="00921518"/>
    <w:rsid w:val="009216F6"/>
    <w:rsid w:val="00921934"/>
    <w:rsid w:val="00921BFE"/>
    <w:rsid w:val="00922179"/>
    <w:rsid w:val="0092224F"/>
    <w:rsid w:val="00922C65"/>
    <w:rsid w:val="0092363E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4DE"/>
    <w:rsid w:val="00934140"/>
    <w:rsid w:val="0093503C"/>
    <w:rsid w:val="009351CA"/>
    <w:rsid w:val="00935920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F8D"/>
    <w:rsid w:val="009610F2"/>
    <w:rsid w:val="00961F47"/>
    <w:rsid w:val="00962D9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B1A"/>
    <w:rsid w:val="00975BD2"/>
    <w:rsid w:val="00975D0C"/>
    <w:rsid w:val="009762B5"/>
    <w:rsid w:val="009762E3"/>
    <w:rsid w:val="009768D0"/>
    <w:rsid w:val="00977100"/>
    <w:rsid w:val="00977250"/>
    <w:rsid w:val="009772E3"/>
    <w:rsid w:val="00977EFA"/>
    <w:rsid w:val="0098180D"/>
    <w:rsid w:val="009823DA"/>
    <w:rsid w:val="009824DD"/>
    <w:rsid w:val="00982AD9"/>
    <w:rsid w:val="00983624"/>
    <w:rsid w:val="00983B1C"/>
    <w:rsid w:val="00984996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448E"/>
    <w:rsid w:val="00994948"/>
    <w:rsid w:val="00994B76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A2"/>
    <w:rsid w:val="009A52EE"/>
    <w:rsid w:val="009A5559"/>
    <w:rsid w:val="009A65C6"/>
    <w:rsid w:val="009A7536"/>
    <w:rsid w:val="009A7E00"/>
    <w:rsid w:val="009B0929"/>
    <w:rsid w:val="009B1251"/>
    <w:rsid w:val="009B12D2"/>
    <w:rsid w:val="009B297C"/>
    <w:rsid w:val="009B37D0"/>
    <w:rsid w:val="009B442E"/>
    <w:rsid w:val="009B44EF"/>
    <w:rsid w:val="009B520D"/>
    <w:rsid w:val="009B5217"/>
    <w:rsid w:val="009B5289"/>
    <w:rsid w:val="009B534D"/>
    <w:rsid w:val="009B61F2"/>
    <w:rsid w:val="009B6BE3"/>
    <w:rsid w:val="009C0513"/>
    <w:rsid w:val="009C3AD9"/>
    <w:rsid w:val="009C3D4F"/>
    <w:rsid w:val="009C557C"/>
    <w:rsid w:val="009C5800"/>
    <w:rsid w:val="009C5EB2"/>
    <w:rsid w:val="009C649B"/>
    <w:rsid w:val="009C776F"/>
    <w:rsid w:val="009D00FC"/>
    <w:rsid w:val="009D0905"/>
    <w:rsid w:val="009D1627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6717"/>
    <w:rsid w:val="009D77BF"/>
    <w:rsid w:val="009D7A3C"/>
    <w:rsid w:val="009E0545"/>
    <w:rsid w:val="009E1679"/>
    <w:rsid w:val="009E1A90"/>
    <w:rsid w:val="009E2123"/>
    <w:rsid w:val="009E2A54"/>
    <w:rsid w:val="009E317F"/>
    <w:rsid w:val="009E3A1F"/>
    <w:rsid w:val="009E40EA"/>
    <w:rsid w:val="009E43D9"/>
    <w:rsid w:val="009E5C5A"/>
    <w:rsid w:val="009E62A4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24F6"/>
    <w:rsid w:val="00A03949"/>
    <w:rsid w:val="00A03A80"/>
    <w:rsid w:val="00A03C3A"/>
    <w:rsid w:val="00A04D83"/>
    <w:rsid w:val="00A05E07"/>
    <w:rsid w:val="00A070AD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1567"/>
    <w:rsid w:val="00A2263C"/>
    <w:rsid w:val="00A227E6"/>
    <w:rsid w:val="00A22C90"/>
    <w:rsid w:val="00A22D51"/>
    <w:rsid w:val="00A2349E"/>
    <w:rsid w:val="00A23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D10"/>
    <w:rsid w:val="00A32D2B"/>
    <w:rsid w:val="00A32EE9"/>
    <w:rsid w:val="00A330C1"/>
    <w:rsid w:val="00A34C5E"/>
    <w:rsid w:val="00A3576B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312"/>
    <w:rsid w:val="00A42DD7"/>
    <w:rsid w:val="00A43641"/>
    <w:rsid w:val="00A437D0"/>
    <w:rsid w:val="00A44AB0"/>
    <w:rsid w:val="00A45157"/>
    <w:rsid w:val="00A4609F"/>
    <w:rsid w:val="00A46BFC"/>
    <w:rsid w:val="00A51A39"/>
    <w:rsid w:val="00A52349"/>
    <w:rsid w:val="00A5239F"/>
    <w:rsid w:val="00A5263D"/>
    <w:rsid w:val="00A528BA"/>
    <w:rsid w:val="00A52B47"/>
    <w:rsid w:val="00A53157"/>
    <w:rsid w:val="00A53687"/>
    <w:rsid w:val="00A54732"/>
    <w:rsid w:val="00A55EE3"/>
    <w:rsid w:val="00A56D6A"/>
    <w:rsid w:val="00A6004F"/>
    <w:rsid w:val="00A603A9"/>
    <w:rsid w:val="00A60630"/>
    <w:rsid w:val="00A61B62"/>
    <w:rsid w:val="00A63874"/>
    <w:rsid w:val="00A63B79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189"/>
    <w:rsid w:val="00A95A6B"/>
    <w:rsid w:val="00A96744"/>
    <w:rsid w:val="00A96B8B"/>
    <w:rsid w:val="00A96C89"/>
    <w:rsid w:val="00A97659"/>
    <w:rsid w:val="00A97820"/>
    <w:rsid w:val="00A97863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59B"/>
    <w:rsid w:val="00AA5189"/>
    <w:rsid w:val="00AA5451"/>
    <w:rsid w:val="00AA551E"/>
    <w:rsid w:val="00AA5520"/>
    <w:rsid w:val="00AA5701"/>
    <w:rsid w:val="00AA7612"/>
    <w:rsid w:val="00AB0078"/>
    <w:rsid w:val="00AB0C5E"/>
    <w:rsid w:val="00AB1551"/>
    <w:rsid w:val="00AB2043"/>
    <w:rsid w:val="00AB2721"/>
    <w:rsid w:val="00AB488D"/>
    <w:rsid w:val="00AB48D8"/>
    <w:rsid w:val="00AB5DD5"/>
    <w:rsid w:val="00AB6AEE"/>
    <w:rsid w:val="00AB7F7D"/>
    <w:rsid w:val="00AC0AE6"/>
    <w:rsid w:val="00AC0D91"/>
    <w:rsid w:val="00AC0F8C"/>
    <w:rsid w:val="00AC1539"/>
    <w:rsid w:val="00AC15DF"/>
    <w:rsid w:val="00AC2307"/>
    <w:rsid w:val="00AC4285"/>
    <w:rsid w:val="00AC4504"/>
    <w:rsid w:val="00AC4A8A"/>
    <w:rsid w:val="00AC4BC1"/>
    <w:rsid w:val="00AC529E"/>
    <w:rsid w:val="00AC57F5"/>
    <w:rsid w:val="00AC6AFE"/>
    <w:rsid w:val="00AC6E95"/>
    <w:rsid w:val="00AC7F89"/>
    <w:rsid w:val="00AD08CD"/>
    <w:rsid w:val="00AD0B4E"/>
    <w:rsid w:val="00AD126D"/>
    <w:rsid w:val="00AD1885"/>
    <w:rsid w:val="00AD191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E74B0"/>
    <w:rsid w:val="00AF0EE5"/>
    <w:rsid w:val="00AF21B1"/>
    <w:rsid w:val="00AF2B8A"/>
    <w:rsid w:val="00AF2BD0"/>
    <w:rsid w:val="00AF38C5"/>
    <w:rsid w:val="00AF3A32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815"/>
    <w:rsid w:val="00B04086"/>
    <w:rsid w:val="00B04592"/>
    <w:rsid w:val="00B046AA"/>
    <w:rsid w:val="00B04BC5"/>
    <w:rsid w:val="00B04DF9"/>
    <w:rsid w:val="00B04E3B"/>
    <w:rsid w:val="00B05634"/>
    <w:rsid w:val="00B05BE7"/>
    <w:rsid w:val="00B07305"/>
    <w:rsid w:val="00B073D6"/>
    <w:rsid w:val="00B073F7"/>
    <w:rsid w:val="00B07F2A"/>
    <w:rsid w:val="00B1090F"/>
    <w:rsid w:val="00B11FAB"/>
    <w:rsid w:val="00B11FC9"/>
    <w:rsid w:val="00B12C3B"/>
    <w:rsid w:val="00B13328"/>
    <w:rsid w:val="00B1426B"/>
    <w:rsid w:val="00B1573B"/>
    <w:rsid w:val="00B16827"/>
    <w:rsid w:val="00B168BA"/>
    <w:rsid w:val="00B16E6B"/>
    <w:rsid w:val="00B17AC1"/>
    <w:rsid w:val="00B203E8"/>
    <w:rsid w:val="00B207C4"/>
    <w:rsid w:val="00B21661"/>
    <w:rsid w:val="00B2184B"/>
    <w:rsid w:val="00B21A87"/>
    <w:rsid w:val="00B21B0A"/>
    <w:rsid w:val="00B21D12"/>
    <w:rsid w:val="00B22AFD"/>
    <w:rsid w:val="00B235F3"/>
    <w:rsid w:val="00B2385F"/>
    <w:rsid w:val="00B23A9B"/>
    <w:rsid w:val="00B23ACF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3491"/>
    <w:rsid w:val="00B3450F"/>
    <w:rsid w:val="00B36B35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CC5"/>
    <w:rsid w:val="00B50EC2"/>
    <w:rsid w:val="00B50F1F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34E"/>
    <w:rsid w:val="00B554B5"/>
    <w:rsid w:val="00B55666"/>
    <w:rsid w:val="00B55F24"/>
    <w:rsid w:val="00B56680"/>
    <w:rsid w:val="00B56F0A"/>
    <w:rsid w:val="00B57DA5"/>
    <w:rsid w:val="00B605CE"/>
    <w:rsid w:val="00B613C0"/>
    <w:rsid w:val="00B614C7"/>
    <w:rsid w:val="00B618F0"/>
    <w:rsid w:val="00B62362"/>
    <w:rsid w:val="00B63E0F"/>
    <w:rsid w:val="00B6454D"/>
    <w:rsid w:val="00B64644"/>
    <w:rsid w:val="00B65170"/>
    <w:rsid w:val="00B65FE5"/>
    <w:rsid w:val="00B6709C"/>
    <w:rsid w:val="00B70306"/>
    <w:rsid w:val="00B70B5E"/>
    <w:rsid w:val="00B70BE5"/>
    <w:rsid w:val="00B70C1B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EE7"/>
    <w:rsid w:val="00B811CF"/>
    <w:rsid w:val="00B8148F"/>
    <w:rsid w:val="00B817B4"/>
    <w:rsid w:val="00B81AD5"/>
    <w:rsid w:val="00B84F94"/>
    <w:rsid w:val="00B85AED"/>
    <w:rsid w:val="00B85CBA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FF3"/>
    <w:rsid w:val="00BB386A"/>
    <w:rsid w:val="00BB4F14"/>
    <w:rsid w:val="00BB5753"/>
    <w:rsid w:val="00BB5928"/>
    <w:rsid w:val="00BB612E"/>
    <w:rsid w:val="00BB6149"/>
    <w:rsid w:val="00BB6F2E"/>
    <w:rsid w:val="00BB767A"/>
    <w:rsid w:val="00BC03E7"/>
    <w:rsid w:val="00BC0A24"/>
    <w:rsid w:val="00BC10B3"/>
    <w:rsid w:val="00BC249A"/>
    <w:rsid w:val="00BC2549"/>
    <w:rsid w:val="00BC2A81"/>
    <w:rsid w:val="00BC3B9E"/>
    <w:rsid w:val="00BC42A7"/>
    <w:rsid w:val="00BC5469"/>
    <w:rsid w:val="00BC5989"/>
    <w:rsid w:val="00BC5F49"/>
    <w:rsid w:val="00BC68F6"/>
    <w:rsid w:val="00BC6F8F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52C7"/>
    <w:rsid w:val="00BD5421"/>
    <w:rsid w:val="00BD5423"/>
    <w:rsid w:val="00BD551B"/>
    <w:rsid w:val="00BD63A0"/>
    <w:rsid w:val="00BD6B28"/>
    <w:rsid w:val="00BD75CA"/>
    <w:rsid w:val="00BE02D1"/>
    <w:rsid w:val="00BE0742"/>
    <w:rsid w:val="00BE28B0"/>
    <w:rsid w:val="00BE444B"/>
    <w:rsid w:val="00BE5052"/>
    <w:rsid w:val="00BE519B"/>
    <w:rsid w:val="00BE5864"/>
    <w:rsid w:val="00BE60B8"/>
    <w:rsid w:val="00BE619B"/>
    <w:rsid w:val="00BE651E"/>
    <w:rsid w:val="00BE686A"/>
    <w:rsid w:val="00BF0997"/>
    <w:rsid w:val="00BF14CC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8C3"/>
    <w:rsid w:val="00C01359"/>
    <w:rsid w:val="00C02B71"/>
    <w:rsid w:val="00C0499C"/>
    <w:rsid w:val="00C04DD0"/>
    <w:rsid w:val="00C04E45"/>
    <w:rsid w:val="00C051B8"/>
    <w:rsid w:val="00C054FD"/>
    <w:rsid w:val="00C056C0"/>
    <w:rsid w:val="00C05968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2E58"/>
    <w:rsid w:val="00C23EA2"/>
    <w:rsid w:val="00C25249"/>
    <w:rsid w:val="00C2558D"/>
    <w:rsid w:val="00C25889"/>
    <w:rsid w:val="00C26107"/>
    <w:rsid w:val="00C267EC"/>
    <w:rsid w:val="00C26CF0"/>
    <w:rsid w:val="00C312DC"/>
    <w:rsid w:val="00C321F9"/>
    <w:rsid w:val="00C32546"/>
    <w:rsid w:val="00C32548"/>
    <w:rsid w:val="00C33006"/>
    <w:rsid w:val="00C3300C"/>
    <w:rsid w:val="00C33B69"/>
    <w:rsid w:val="00C34675"/>
    <w:rsid w:val="00C347D0"/>
    <w:rsid w:val="00C35109"/>
    <w:rsid w:val="00C351CE"/>
    <w:rsid w:val="00C3594E"/>
    <w:rsid w:val="00C36C16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43B"/>
    <w:rsid w:val="00C50F4B"/>
    <w:rsid w:val="00C519E6"/>
    <w:rsid w:val="00C51E9E"/>
    <w:rsid w:val="00C5284F"/>
    <w:rsid w:val="00C5286D"/>
    <w:rsid w:val="00C5296E"/>
    <w:rsid w:val="00C52DAF"/>
    <w:rsid w:val="00C531A9"/>
    <w:rsid w:val="00C53315"/>
    <w:rsid w:val="00C543A6"/>
    <w:rsid w:val="00C549F6"/>
    <w:rsid w:val="00C54FEF"/>
    <w:rsid w:val="00C553D7"/>
    <w:rsid w:val="00C5559C"/>
    <w:rsid w:val="00C56218"/>
    <w:rsid w:val="00C5759C"/>
    <w:rsid w:val="00C602BA"/>
    <w:rsid w:val="00C60FC2"/>
    <w:rsid w:val="00C61159"/>
    <w:rsid w:val="00C6116F"/>
    <w:rsid w:val="00C617AF"/>
    <w:rsid w:val="00C61D14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90B"/>
    <w:rsid w:val="00C74A87"/>
    <w:rsid w:val="00C752FC"/>
    <w:rsid w:val="00C75AEC"/>
    <w:rsid w:val="00C75BA8"/>
    <w:rsid w:val="00C76369"/>
    <w:rsid w:val="00C766E6"/>
    <w:rsid w:val="00C77EC3"/>
    <w:rsid w:val="00C802CA"/>
    <w:rsid w:val="00C80BDF"/>
    <w:rsid w:val="00C80D7B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14E0"/>
    <w:rsid w:val="00C915CB"/>
    <w:rsid w:val="00C92697"/>
    <w:rsid w:val="00C928D1"/>
    <w:rsid w:val="00C92F04"/>
    <w:rsid w:val="00C93CB2"/>
    <w:rsid w:val="00C93D4C"/>
    <w:rsid w:val="00C9674D"/>
    <w:rsid w:val="00C9708E"/>
    <w:rsid w:val="00CA0053"/>
    <w:rsid w:val="00CA129D"/>
    <w:rsid w:val="00CA1D30"/>
    <w:rsid w:val="00CA226E"/>
    <w:rsid w:val="00CA3862"/>
    <w:rsid w:val="00CA3F2D"/>
    <w:rsid w:val="00CA40C5"/>
    <w:rsid w:val="00CA48FB"/>
    <w:rsid w:val="00CA5DAA"/>
    <w:rsid w:val="00CA61EA"/>
    <w:rsid w:val="00CA62F7"/>
    <w:rsid w:val="00CA6A17"/>
    <w:rsid w:val="00CB2159"/>
    <w:rsid w:val="00CB28EC"/>
    <w:rsid w:val="00CB368F"/>
    <w:rsid w:val="00CB3725"/>
    <w:rsid w:val="00CB4A84"/>
    <w:rsid w:val="00CB539F"/>
    <w:rsid w:val="00CB5DA0"/>
    <w:rsid w:val="00CB670E"/>
    <w:rsid w:val="00CB72D9"/>
    <w:rsid w:val="00CB7317"/>
    <w:rsid w:val="00CB7328"/>
    <w:rsid w:val="00CB74EF"/>
    <w:rsid w:val="00CC07DA"/>
    <w:rsid w:val="00CC144E"/>
    <w:rsid w:val="00CC16AD"/>
    <w:rsid w:val="00CC2031"/>
    <w:rsid w:val="00CC22ED"/>
    <w:rsid w:val="00CC282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55B"/>
    <w:rsid w:val="00CE7B55"/>
    <w:rsid w:val="00CF0CC9"/>
    <w:rsid w:val="00CF0CEA"/>
    <w:rsid w:val="00CF1CB9"/>
    <w:rsid w:val="00CF1CCD"/>
    <w:rsid w:val="00CF252F"/>
    <w:rsid w:val="00CF2887"/>
    <w:rsid w:val="00CF3EAD"/>
    <w:rsid w:val="00CF4510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F50"/>
    <w:rsid w:val="00D02421"/>
    <w:rsid w:val="00D03B9E"/>
    <w:rsid w:val="00D04050"/>
    <w:rsid w:val="00D045C0"/>
    <w:rsid w:val="00D04979"/>
    <w:rsid w:val="00D050F2"/>
    <w:rsid w:val="00D05119"/>
    <w:rsid w:val="00D05165"/>
    <w:rsid w:val="00D051ED"/>
    <w:rsid w:val="00D05A3A"/>
    <w:rsid w:val="00D06255"/>
    <w:rsid w:val="00D06BDD"/>
    <w:rsid w:val="00D07B32"/>
    <w:rsid w:val="00D1004D"/>
    <w:rsid w:val="00D102E0"/>
    <w:rsid w:val="00D10EF2"/>
    <w:rsid w:val="00D11312"/>
    <w:rsid w:val="00D11663"/>
    <w:rsid w:val="00D11951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586"/>
    <w:rsid w:val="00D327F5"/>
    <w:rsid w:val="00D32D29"/>
    <w:rsid w:val="00D334A3"/>
    <w:rsid w:val="00D33A11"/>
    <w:rsid w:val="00D33F6E"/>
    <w:rsid w:val="00D35862"/>
    <w:rsid w:val="00D35E60"/>
    <w:rsid w:val="00D35F00"/>
    <w:rsid w:val="00D363D7"/>
    <w:rsid w:val="00D36A05"/>
    <w:rsid w:val="00D37C15"/>
    <w:rsid w:val="00D40324"/>
    <w:rsid w:val="00D408AC"/>
    <w:rsid w:val="00D41B46"/>
    <w:rsid w:val="00D41BE2"/>
    <w:rsid w:val="00D42A69"/>
    <w:rsid w:val="00D42F78"/>
    <w:rsid w:val="00D43585"/>
    <w:rsid w:val="00D441F6"/>
    <w:rsid w:val="00D44471"/>
    <w:rsid w:val="00D44483"/>
    <w:rsid w:val="00D444F1"/>
    <w:rsid w:val="00D45232"/>
    <w:rsid w:val="00D452D5"/>
    <w:rsid w:val="00D462E6"/>
    <w:rsid w:val="00D46366"/>
    <w:rsid w:val="00D47030"/>
    <w:rsid w:val="00D47BD9"/>
    <w:rsid w:val="00D47D89"/>
    <w:rsid w:val="00D50169"/>
    <w:rsid w:val="00D507B1"/>
    <w:rsid w:val="00D50FB3"/>
    <w:rsid w:val="00D51CC9"/>
    <w:rsid w:val="00D520CE"/>
    <w:rsid w:val="00D5228C"/>
    <w:rsid w:val="00D52B24"/>
    <w:rsid w:val="00D52E35"/>
    <w:rsid w:val="00D535A8"/>
    <w:rsid w:val="00D53B0C"/>
    <w:rsid w:val="00D53DC2"/>
    <w:rsid w:val="00D53DC4"/>
    <w:rsid w:val="00D54946"/>
    <w:rsid w:val="00D54FDB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4448"/>
    <w:rsid w:val="00D64560"/>
    <w:rsid w:val="00D64939"/>
    <w:rsid w:val="00D64C4F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2A3B"/>
    <w:rsid w:val="00D73815"/>
    <w:rsid w:val="00D74C05"/>
    <w:rsid w:val="00D75D8B"/>
    <w:rsid w:val="00D7649C"/>
    <w:rsid w:val="00D77834"/>
    <w:rsid w:val="00D8039C"/>
    <w:rsid w:val="00D813EA"/>
    <w:rsid w:val="00D82B14"/>
    <w:rsid w:val="00D82F11"/>
    <w:rsid w:val="00D83FA9"/>
    <w:rsid w:val="00D8516E"/>
    <w:rsid w:val="00D86E45"/>
    <w:rsid w:val="00D86F5D"/>
    <w:rsid w:val="00D874BF"/>
    <w:rsid w:val="00D874DD"/>
    <w:rsid w:val="00D90580"/>
    <w:rsid w:val="00D90DCA"/>
    <w:rsid w:val="00D9256E"/>
    <w:rsid w:val="00D92E1F"/>
    <w:rsid w:val="00D92FF5"/>
    <w:rsid w:val="00D938BF"/>
    <w:rsid w:val="00D94264"/>
    <w:rsid w:val="00D945D8"/>
    <w:rsid w:val="00D94BAC"/>
    <w:rsid w:val="00D94E09"/>
    <w:rsid w:val="00D95672"/>
    <w:rsid w:val="00D9648C"/>
    <w:rsid w:val="00D96E07"/>
    <w:rsid w:val="00D97127"/>
    <w:rsid w:val="00D97CE1"/>
    <w:rsid w:val="00D97FB0"/>
    <w:rsid w:val="00DA0295"/>
    <w:rsid w:val="00DA1096"/>
    <w:rsid w:val="00DA19BC"/>
    <w:rsid w:val="00DA1D99"/>
    <w:rsid w:val="00DA1E59"/>
    <w:rsid w:val="00DA3133"/>
    <w:rsid w:val="00DA38AD"/>
    <w:rsid w:val="00DA4521"/>
    <w:rsid w:val="00DA48FC"/>
    <w:rsid w:val="00DA4B5C"/>
    <w:rsid w:val="00DA4E81"/>
    <w:rsid w:val="00DA681A"/>
    <w:rsid w:val="00DA6B61"/>
    <w:rsid w:val="00DA6C73"/>
    <w:rsid w:val="00DA6CE0"/>
    <w:rsid w:val="00DA6EF4"/>
    <w:rsid w:val="00DA70C1"/>
    <w:rsid w:val="00DA77AD"/>
    <w:rsid w:val="00DA7D9D"/>
    <w:rsid w:val="00DB0DEA"/>
    <w:rsid w:val="00DB117F"/>
    <w:rsid w:val="00DB19AB"/>
    <w:rsid w:val="00DB24ED"/>
    <w:rsid w:val="00DB2576"/>
    <w:rsid w:val="00DB2888"/>
    <w:rsid w:val="00DB4259"/>
    <w:rsid w:val="00DB4448"/>
    <w:rsid w:val="00DB481C"/>
    <w:rsid w:val="00DB4E34"/>
    <w:rsid w:val="00DB5A12"/>
    <w:rsid w:val="00DB61B5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4254"/>
    <w:rsid w:val="00DC42FC"/>
    <w:rsid w:val="00DC4610"/>
    <w:rsid w:val="00DC49E1"/>
    <w:rsid w:val="00DC52DE"/>
    <w:rsid w:val="00DC53FC"/>
    <w:rsid w:val="00DC620C"/>
    <w:rsid w:val="00DC6A1B"/>
    <w:rsid w:val="00DC6A77"/>
    <w:rsid w:val="00DC725B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E0D59"/>
    <w:rsid w:val="00DE10E7"/>
    <w:rsid w:val="00DE12A4"/>
    <w:rsid w:val="00DE1388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69B4"/>
    <w:rsid w:val="00DF70FD"/>
    <w:rsid w:val="00DF7D4D"/>
    <w:rsid w:val="00E004E3"/>
    <w:rsid w:val="00E004E5"/>
    <w:rsid w:val="00E00569"/>
    <w:rsid w:val="00E00713"/>
    <w:rsid w:val="00E00D07"/>
    <w:rsid w:val="00E02B43"/>
    <w:rsid w:val="00E035EB"/>
    <w:rsid w:val="00E04929"/>
    <w:rsid w:val="00E04A36"/>
    <w:rsid w:val="00E051FC"/>
    <w:rsid w:val="00E05637"/>
    <w:rsid w:val="00E07835"/>
    <w:rsid w:val="00E116BC"/>
    <w:rsid w:val="00E118DC"/>
    <w:rsid w:val="00E1269D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A22"/>
    <w:rsid w:val="00E3400E"/>
    <w:rsid w:val="00E34588"/>
    <w:rsid w:val="00E35299"/>
    <w:rsid w:val="00E355C6"/>
    <w:rsid w:val="00E35F76"/>
    <w:rsid w:val="00E36404"/>
    <w:rsid w:val="00E37167"/>
    <w:rsid w:val="00E379E2"/>
    <w:rsid w:val="00E4017B"/>
    <w:rsid w:val="00E4281F"/>
    <w:rsid w:val="00E42AC4"/>
    <w:rsid w:val="00E437A9"/>
    <w:rsid w:val="00E43B9C"/>
    <w:rsid w:val="00E4487E"/>
    <w:rsid w:val="00E47BFF"/>
    <w:rsid w:val="00E50478"/>
    <w:rsid w:val="00E504CD"/>
    <w:rsid w:val="00E507D0"/>
    <w:rsid w:val="00E509AE"/>
    <w:rsid w:val="00E53C3F"/>
    <w:rsid w:val="00E53DEE"/>
    <w:rsid w:val="00E54289"/>
    <w:rsid w:val="00E5528E"/>
    <w:rsid w:val="00E5610D"/>
    <w:rsid w:val="00E56A6C"/>
    <w:rsid w:val="00E56B94"/>
    <w:rsid w:val="00E56E10"/>
    <w:rsid w:val="00E576F5"/>
    <w:rsid w:val="00E60702"/>
    <w:rsid w:val="00E616E2"/>
    <w:rsid w:val="00E61A61"/>
    <w:rsid w:val="00E61F1F"/>
    <w:rsid w:val="00E62C7C"/>
    <w:rsid w:val="00E637B6"/>
    <w:rsid w:val="00E63E3F"/>
    <w:rsid w:val="00E65A17"/>
    <w:rsid w:val="00E66A14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4D2"/>
    <w:rsid w:val="00E726F9"/>
    <w:rsid w:val="00E73587"/>
    <w:rsid w:val="00E738D0"/>
    <w:rsid w:val="00E73CD6"/>
    <w:rsid w:val="00E7409D"/>
    <w:rsid w:val="00E74254"/>
    <w:rsid w:val="00E75CD4"/>
    <w:rsid w:val="00E76337"/>
    <w:rsid w:val="00E77134"/>
    <w:rsid w:val="00E77689"/>
    <w:rsid w:val="00E80388"/>
    <w:rsid w:val="00E80566"/>
    <w:rsid w:val="00E808DD"/>
    <w:rsid w:val="00E830DA"/>
    <w:rsid w:val="00E83DC8"/>
    <w:rsid w:val="00E83F3F"/>
    <w:rsid w:val="00E83FD7"/>
    <w:rsid w:val="00E84D72"/>
    <w:rsid w:val="00E84E70"/>
    <w:rsid w:val="00E8506C"/>
    <w:rsid w:val="00E857C6"/>
    <w:rsid w:val="00E85FC3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BA7"/>
    <w:rsid w:val="00EA048C"/>
    <w:rsid w:val="00EA065B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FF1"/>
    <w:rsid w:val="00EA7EE5"/>
    <w:rsid w:val="00EB0C41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622F"/>
    <w:rsid w:val="00EC6BD2"/>
    <w:rsid w:val="00EC6FCA"/>
    <w:rsid w:val="00EC7876"/>
    <w:rsid w:val="00EC7B43"/>
    <w:rsid w:val="00ED0A95"/>
    <w:rsid w:val="00ED1C45"/>
    <w:rsid w:val="00ED2783"/>
    <w:rsid w:val="00ED35D5"/>
    <w:rsid w:val="00ED3974"/>
    <w:rsid w:val="00ED5654"/>
    <w:rsid w:val="00ED67A6"/>
    <w:rsid w:val="00EE0AC6"/>
    <w:rsid w:val="00EE15B4"/>
    <w:rsid w:val="00EE3119"/>
    <w:rsid w:val="00EE39AF"/>
    <w:rsid w:val="00EE3C2E"/>
    <w:rsid w:val="00EE4BBF"/>
    <w:rsid w:val="00EE5683"/>
    <w:rsid w:val="00EE6DBA"/>
    <w:rsid w:val="00EE7168"/>
    <w:rsid w:val="00EE72C2"/>
    <w:rsid w:val="00EE7B6E"/>
    <w:rsid w:val="00EE7D9D"/>
    <w:rsid w:val="00EF0F64"/>
    <w:rsid w:val="00EF2CD7"/>
    <w:rsid w:val="00EF3D16"/>
    <w:rsid w:val="00EF3E6C"/>
    <w:rsid w:val="00EF3F3A"/>
    <w:rsid w:val="00EF423D"/>
    <w:rsid w:val="00EF4959"/>
    <w:rsid w:val="00EF5128"/>
    <w:rsid w:val="00EF5197"/>
    <w:rsid w:val="00EF52BE"/>
    <w:rsid w:val="00EF552B"/>
    <w:rsid w:val="00EF6561"/>
    <w:rsid w:val="00EF7956"/>
    <w:rsid w:val="00EF7B19"/>
    <w:rsid w:val="00F01DCF"/>
    <w:rsid w:val="00F0314B"/>
    <w:rsid w:val="00F03951"/>
    <w:rsid w:val="00F04100"/>
    <w:rsid w:val="00F04737"/>
    <w:rsid w:val="00F05324"/>
    <w:rsid w:val="00F05B3C"/>
    <w:rsid w:val="00F05EB3"/>
    <w:rsid w:val="00F06785"/>
    <w:rsid w:val="00F07086"/>
    <w:rsid w:val="00F101B5"/>
    <w:rsid w:val="00F1039F"/>
    <w:rsid w:val="00F10BDC"/>
    <w:rsid w:val="00F10C9C"/>
    <w:rsid w:val="00F1145D"/>
    <w:rsid w:val="00F116DE"/>
    <w:rsid w:val="00F11736"/>
    <w:rsid w:val="00F1205B"/>
    <w:rsid w:val="00F121D4"/>
    <w:rsid w:val="00F13089"/>
    <w:rsid w:val="00F13505"/>
    <w:rsid w:val="00F139D3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CF9"/>
    <w:rsid w:val="00F17E01"/>
    <w:rsid w:val="00F20294"/>
    <w:rsid w:val="00F20E20"/>
    <w:rsid w:val="00F20F18"/>
    <w:rsid w:val="00F216A3"/>
    <w:rsid w:val="00F21981"/>
    <w:rsid w:val="00F22FC1"/>
    <w:rsid w:val="00F235D1"/>
    <w:rsid w:val="00F23DF6"/>
    <w:rsid w:val="00F25FC3"/>
    <w:rsid w:val="00F2603D"/>
    <w:rsid w:val="00F26E39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41A7F"/>
    <w:rsid w:val="00F41AF1"/>
    <w:rsid w:val="00F42D9A"/>
    <w:rsid w:val="00F43574"/>
    <w:rsid w:val="00F435C6"/>
    <w:rsid w:val="00F442F5"/>
    <w:rsid w:val="00F44B34"/>
    <w:rsid w:val="00F453C2"/>
    <w:rsid w:val="00F45414"/>
    <w:rsid w:val="00F46E40"/>
    <w:rsid w:val="00F46FAD"/>
    <w:rsid w:val="00F476FA"/>
    <w:rsid w:val="00F479FA"/>
    <w:rsid w:val="00F50FC9"/>
    <w:rsid w:val="00F51263"/>
    <w:rsid w:val="00F52646"/>
    <w:rsid w:val="00F52921"/>
    <w:rsid w:val="00F52E56"/>
    <w:rsid w:val="00F53166"/>
    <w:rsid w:val="00F53452"/>
    <w:rsid w:val="00F534D7"/>
    <w:rsid w:val="00F534FB"/>
    <w:rsid w:val="00F548AC"/>
    <w:rsid w:val="00F552D5"/>
    <w:rsid w:val="00F558AE"/>
    <w:rsid w:val="00F567E6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3235"/>
    <w:rsid w:val="00F6326D"/>
    <w:rsid w:val="00F646B4"/>
    <w:rsid w:val="00F64FB2"/>
    <w:rsid w:val="00F65B61"/>
    <w:rsid w:val="00F65E20"/>
    <w:rsid w:val="00F660DA"/>
    <w:rsid w:val="00F661B3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408C"/>
    <w:rsid w:val="00F7422B"/>
    <w:rsid w:val="00F758F3"/>
    <w:rsid w:val="00F7651B"/>
    <w:rsid w:val="00F76903"/>
    <w:rsid w:val="00F76C0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2048"/>
    <w:rsid w:val="00F927A4"/>
    <w:rsid w:val="00F93434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32DC"/>
    <w:rsid w:val="00FA332C"/>
    <w:rsid w:val="00FA3D37"/>
    <w:rsid w:val="00FA3D74"/>
    <w:rsid w:val="00FA4251"/>
    <w:rsid w:val="00FA51B3"/>
    <w:rsid w:val="00FA520B"/>
    <w:rsid w:val="00FA6539"/>
    <w:rsid w:val="00FA68C9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A65"/>
    <w:rsid w:val="00FD0B70"/>
    <w:rsid w:val="00FD0DC7"/>
    <w:rsid w:val="00FD2AEE"/>
    <w:rsid w:val="00FD2F48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3497"/>
    <w:rsid w:val="00FE368D"/>
    <w:rsid w:val="00FE3791"/>
    <w:rsid w:val="00FE3A32"/>
    <w:rsid w:val="00FE4606"/>
    <w:rsid w:val="00FE4AF6"/>
    <w:rsid w:val="00FE52EF"/>
    <w:rsid w:val="00FE6288"/>
    <w:rsid w:val="00FE6321"/>
    <w:rsid w:val="00FE6A02"/>
    <w:rsid w:val="00FE6EBA"/>
    <w:rsid w:val="00FF01A6"/>
    <w:rsid w:val="00FF0492"/>
    <w:rsid w:val="00FF0762"/>
    <w:rsid w:val="00FF2413"/>
    <w:rsid w:val="00FF28B0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6454C22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0B6D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eastAsia="en-US" w:bidi="ar-SA"/>
    </w:rPr>
  </w:style>
  <w:style w:type="character" w:customStyle="1" w:styleId="Heading1Char1">
    <w:name w:val="Heading 1 Char1"/>
    <w:link w:val="Heading1"/>
    <w:rsid w:val="00C766E6"/>
    <w:rPr>
      <w:b/>
      <w:i/>
      <w:sz w:val="24"/>
      <w:lang w:val="en-GB" w:eastAsia="en-US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uiPriority w:val="39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3DF7E-1377-4A07-B284-FB50D532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</TotalTime>
  <Pages>2</Pages>
  <Words>315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2019-05-08T11:02:00Z</cp:lastPrinted>
  <dcterms:created xsi:type="dcterms:W3CDTF">2019-05-13T17:22:00Z</dcterms:created>
  <dcterms:modified xsi:type="dcterms:W3CDTF">2019-05-13T17:25:00Z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